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FE" w:rsidRPr="003931A9" w:rsidRDefault="004114FE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GoBack"/>
      <w:bookmarkStart w:id="1" w:name="_Hlk38783215"/>
      <w:bookmarkEnd w:id="0"/>
      <w:r w:rsidRPr="003931A9">
        <w:rPr>
          <w:rFonts w:ascii="Calibri" w:hAnsi="Calibri" w:cs="Calibri"/>
          <w:sz w:val="18"/>
          <w:szCs w:val="22"/>
        </w:rPr>
        <w:t xml:space="preserve">Załącznik Nr 1 </w:t>
      </w:r>
    </w:p>
    <w:p w:rsidR="004114FE" w:rsidRPr="003931A9" w:rsidRDefault="004114FE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3931A9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3931A9">
        <w:rPr>
          <w:rFonts w:ascii="Calibri" w:hAnsi="Calibri" w:cs="Calibri"/>
          <w:sz w:val="18"/>
          <w:szCs w:val="22"/>
        </w:rPr>
        <w:t xml:space="preserve"> udzielania grantów</w:t>
      </w:r>
    </w:p>
    <w:p w:rsidR="004114FE" w:rsidRPr="003931A9" w:rsidRDefault="004114FE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3931A9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1"/>
    <w:p w:rsidR="004114FE" w:rsidRPr="003931A9" w:rsidRDefault="004114FE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114FE" w:rsidRPr="003931A9" w:rsidRDefault="004114FE" w:rsidP="003931A9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WNIOSEK O UDZIELENIE GRANTU</w:t>
      </w:r>
    </w:p>
    <w:p w:rsidR="004114FE" w:rsidRPr="002F2985" w:rsidRDefault="004114FE" w:rsidP="002F298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2F2985">
        <w:rPr>
          <w:rFonts w:ascii="Calibri" w:hAnsi="Calibri" w:cs="Arial"/>
          <w:b/>
          <w:sz w:val="22"/>
          <w:szCs w:val="22"/>
        </w:rPr>
        <w:t xml:space="preserve">w ramach projektu pn. </w:t>
      </w:r>
      <w:r>
        <w:rPr>
          <w:rFonts w:ascii="Calibri" w:hAnsi="Calibri" w:cs="Arial"/>
          <w:b/>
          <w:sz w:val="22"/>
          <w:szCs w:val="22"/>
        </w:rPr>
        <w:t>„Łódzkie pomaga”</w:t>
      </w:r>
      <w:r w:rsidRPr="002F2985">
        <w:rPr>
          <w:rFonts w:ascii="Calibri" w:hAnsi="Calibri" w:cs="Arial"/>
          <w:b/>
          <w:sz w:val="22"/>
          <w:szCs w:val="22"/>
        </w:rPr>
        <w:t xml:space="preserve">, współfinansowanego przez Unię Europejską </w:t>
      </w:r>
      <w:r>
        <w:rPr>
          <w:rFonts w:ascii="Calibri" w:hAnsi="Calibri" w:cs="Arial"/>
          <w:b/>
          <w:sz w:val="22"/>
          <w:szCs w:val="22"/>
        </w:rPr>
        <w:br/>
      </w:r>
      <w:r w:rsidRPr="002F2985">
        <w:rPr>
          <w:rFonts w:ascii="Calibri" w:hAnsi="Calibri" w:cs="Arial"/>
          <w:b/>
          <w:sz w:val="22"/>
          <w:szCs w:val="22"/>
        </w:rPr>
        <w:t xml:space="preserve">w ramach Europejskiego Funduszu Społecznego, Działania 2.8 Rozwój usług społecznych świadczonych w środowisku lokalnym Programu Operacyjnego Wiedza Edukacja Rozwój </w:t>
      </w:r>
      <w:r w:rsidRPr="002F2985">
        <w:rPr>
          <w:rFonts w:ascii="Calibri" w:hAnsi="Calibri" w:cs="Arial"/>
          <w:b/>
          <w:sz w:val="22"/>
          <w:szCs w:val="22"/>
        </w:rPr>
        <w:br/>
        <w:t>2014-2020.</w:t>
      </w:r>
    </w:p>
    <w:p w:rsidR="004114FE" w:rsidRPr="003931A9" w:rsidRDefault="004114FE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7"/>
        <w:gridCol w:w="4641"/>
      </w:tblGrid>
      <w:tr w:rsidR="004114FE" w:rsidRPr="003931A9" w:rsidTr="00FC7829">
        <w:tc>
          <w:tcPr>
            <w:tcW w:w="9288" w:type="dxa"/>
            <w:gridSpan w:val="2"/>
            <w:shd w:val="clear" w:color="auto" w:fill="D9D9D9"/>
          </w:tcPr>
          <w:p w:rsidR="004114FE" w:rsidRPr="002C6D79" w:rsidRDefault="004114FE" w:rsidP="002C6D79">
            <w:pPr>
              <w:spacing w:line="276" w:lineRule="auto"/>
              <w:jc w:val="center"/>
              <w:rPr>
                <w:rFonts w:ascii="Calibri" w:hAnsi="Calibri" w:cs="Arial"/>
                <w:i/>
              </w:rPr>
            </w:pPr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Wypełnia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R</w:t>
            </w:r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ealizator projektu: </w:t>
            </w:r>
            <w:smartTag w:uri="urn:schemas-microsoft-com:office:smarttags" w:element="PersonName">
              <w:smartTagPr>
                <w:attr w:name="ProductID" w:val="Regionalne Centrum Polityki Społecznej"/>
              </w:smartTagP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>Regionaln</w:t>
              </w:r>
              <w:r>
                <w:rPr>
                  <w:rFonts w:ascii="Calibri" w:hAnsi="Calibri" w:cs="Arial"/>
                  <w:i/>
                  <w:sz w:val="22"/>
                  <w:szCs w:val="22"/>
                </w:rPr>
                <w:t>e</w:t>
              </w: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 xml:space="preserve"> </w:t>
              </w:r>
              <w:r>
                <w:rPr>
                  <w:rFonts w:ascii="Calibri" w:hAnsi="Calibri" w:cs="Arial"/>
                  <w:i/>
                  <w:sz w:val="22"/>
                  <w:szCs w:val="22"/>
                </w:rPr>
                <w:t>Centrum</w:t>
              </w: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 xml:space="preserve"> Polityki Społecznej</w:t>
              </w:r>
            </w:smartTag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w Łodzi</w:t>
            </w:r>
          </w:p>
        </w:tc>
      </w:tr>
      <w:tr w:rsidR="004114FE" w:rsidRPr="003931A9" w:rsidTr="00FC7829">
        <w:tc>
          <w:tcPr>
            <w:tcW w:w="4647" w:type="dxa"/>
            <w:shd w:val="clear" w:color="auto" w:fill="D9D9D9"/>
          </w:tcPr>
          <w:p w:rsidR="004114FE" w:rsidRPr="002C6D79" w:rsidRDefault="004114FE" w:rsidP="002C6D79">
            <w:pPr>
              <w:spacing w:line="360" w:lineRule="auto"/>
              <w:rPr>
                <w:rFonts w:ascii="Calibri" w:hAnsi="Calibri" w:cs="Arial"/>
              </w:rPr>
            </w:pPr>
            <w:r w:rsidRPr="002C6D79">
              <w:rPr>
                <w:rFonts w:ascii="Calibri" w:hAnsi="Calibri" w:cs="Arial"/>
                <w:sz w:val="22"/>
                <w:szCs w:val="22"/>
              </w:rPr>
              <w:t>Nr wniosku</w:t>
            </w:r>
          </w:p>
        </w:tc>
        <w:tc>
          <w:tcPr>
            <w:tcW w:w="4641" w:type="dxa"/>
            <w:shd w:val="clear" w:color="auto" w:fill="D9D9D9"/>
          </w:tcPr>
          <w:p w:rsidR="004114FE" w:rsidRPr="002C6D79" w:rsidRDefault="004114FE" w:rsidP="002C6D79">
            <w:pPr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  <w:tr w:rsidR="004114FE" w:rsidRPr="003931A9" w:rsidTr="00FC7829">
        <w:tc>
          <w:tcPr>
            <w:tcW w:w="4647" w:type="dxa"/>
            <w:shd w:val="clear" w:color="auto" w:fill="D9D9D9"/>
          </w:tcPr>
          <w:p w:rsidR="004114FE" w:rsidRPr="002C6D79" w:rsidRDefault="004114FE" w:rsidP="002C6D79">
            <w:pPr>
              <w:spacing w:line="360" w:lineRule="auto"/>
              <w:rPr>
                <w:rFonts w:ascii="Calibri" w:hAnsi="Calibri" w:cs="Arial"/>
              </w:rPr>
            </w:pPr>
            <w:r w:rsidRPr="002C6D79">
              <w:rPr>
                <w:rFonts w:ascii="Calibri" w:hAnsi="Calibri" w:cs="Arial"/>
                <w:sz w:val="22"/>
                <w:szCs w:val="22"/>
              </w:rPr>
              <w:t>Data wpływu wniosku</w:t>
            </w:r>
          </w:p>
        </w:tc>
        <w:tc>
          <w:tcPr>
            <w:tcW w:w="4641" w:type="dxa"/>
            <w:shd w:val="clear" w:color="auto" w:fill="D9D9D9"/>
          </w:tcPr>
          <w:p w:rsidR="004114FE" w:rsidRPr="002C6D79" w:rsidRDefault="004114FE" w:rsidP="002C6D79">
            <w:pPr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</w:tbl>
    <w:p w:rsidR="004114FE" w:rsidRPr="003931A9" w:rsidRDefault="004114FE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p w:rsidR="004114FE" w:rsidRPr="002F2985" w:rsidRDefault="004114FE" w:rsidP="002F2985">
      <w:pPr>
        <w:spacing w:line="360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I. DANE WNIOSKODAWCY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1"/>
        <w:gridCol w:w="7095"/>
      </w:tblGrid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Nazwa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ind w:left="66" w:hanging="66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NIP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ind w:left="66" w:hanging="66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KRS (o ile dotyczy)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9356" w:type="dxa"/>
            <w:gridSpan w:val="2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Siedziba:</w:t>
            </w: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Miejscowość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Kod pocztowy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Ulica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 xml:space="preserve">Nr budynku                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Nr lokalu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Województwo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Powiat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Gmina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9356" w:type="dxa"/>
            <w:gridSpan w:val="2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Kontakt:</w:t>
            </w: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Telefon kontaktowy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4114FE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4114FE" w:rsidRPr="003931A9" w:rsidRDefault="004114FE" w:rsidP="002F2985">
            <w:pPr>
              <w:spacing w:line="360" w:lineRule="auto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Adres e-mail</w:t>
            </w:r>
          </w:p>
        </w:tc>
        <w:tc>
          <w:tcPr>
            <w:tcW w:w="7095" w:type="dxa"/>
          </w:tcPr>
          <w:p w:rsidR="004114FE" w:rsidRPr="003931A9" w:rsidRDefault="004114FE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</w:tbl>
    <w:p w:rsidR="004114FE" w:rsidRPr="003931A9" w:rsidRDefault="004114FE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p w:rsidR="004114FE" w:rsidRDefault="004114FE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br w:type="page"/>
      </w:r>
    </w:p>
    <w:p w:rsidR="004114FE" w:rsidRPr="003931A9" w:rsidRDefault="004114FE" w:rsidP="00F0110C">
      <w:pPr>
        <w:spacing w:line="276" w:lineRule="auto"/>
        <w:rPr>
          <w:rFonts w:ascii="Calibri" w:hAnsi="Calibri" w:cs="Arial"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II.  IDENTYFIKACJA WNIOSKODAWCY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1"/>
        <w:gridCol w:w="8820"/>
      </w:tblGrid>
      <w:tr w:rsidR="004114FE" w:rsidRPr="003931A9" w:rsidTr="002F2985">
        <w:trPr>
          <w:trHeight w:val="397"/>
          <w:jc w:val="center"/>
        </w:trPr>
        <w:tc>
          <w:tcPr>
            <w:tcW w:w="9351" w:type="dxa"/>
            <w:gridSpan w:val="2"/>
            <w:shd w:val="clear" w:color="auto" w:fill="D9D9D9"/>
            <w:vAlign w:val="center"/>
          </w:tcPr>
          <w:p w:rsidR="004114FE" w:rsidRPr="003931A9" w:rsidRDefault="004114FE" w:rsidP="00F0110C">
            <w:pPr>
              <w:tabs>
                <w:tab w:val="left" w:pos="358"/>
              </w:tabs>
              <w:spacing w:line="276" w:lineRule="auto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Podmiot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3931A9">
              <w:rPr>
                <w:rFonts w:ascii="Calibri" w:hAnsi="Calibri" w:cs="Arial"/>
                <w:sz w:val="22"/>
                <w:szCs w:val="22"/>
              </w:rPr>
              <w:t>prowadzący lub tworzący:</w:t>
            </w:r>
          </w:p>
        </w:tc>
      </w:tr>
      <w:tr w:rsidR="004114FE" w:rsidRPr="003931A9" w:rsidTr="002F2985">
        <w:trPr>
          <w:trHeight w:val="397"/>
          <w:jc w:val="center"/>
        </w:trPr>
        <w:tc>
          <w:tcPr>
            <w:tcW w:w="531" w:type="dxa"/>
            <w:vAlign w:val="center"/>
          </w:tcPr>
          <w:p w:rsidR="004114FE" w:rsidRPr="003931A9" w:rsidRDefault="004114FE" w:rsidP="00F0110C">
            <w:pPr>
              <w:tabs>
                <w:tab w:val="left" w:pos="358"/>
              </w:tabs>
              <w:spacing w:line="276" w:lineRule="auto"/>
              <w:ind w:left="358" w:hanging="358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sym w:font="Symbol" w:char="F08C"/>
            </w:r>
          </w:p>
        </w:tc>
        <w:tc>
          <w:tcPr>
            <w:tcW w:w="8820" w:type="dxa"/>
            <w:vAlign w:val="center"/>
          </w:tcPr>
          <w:p w:rsidR="004114FE" w:rsidRPr="003931A9" w:rsidRDefault="004114FE" w:rsidP="00F0110C">
            <w:pPr>
              <w:tabs>
                <w:tab w:val="left" w:pos="358"/>
              </w:tabs>
              <w:spacing w:line="276" w:lineRule="auto"/>
              <w:ind w:left="358" w:hanging="358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Jednostka samorządu terytorialnego</w:t>
            </w:r>
          </w:p>
        </w:tc>
      </w:tr>
      <w:tr w:rsidR="004114FE" w:rsidRPr="003931A9" w:rsidTr="00434054">
        <w:trPr>
          <w:trHeight w:val="397"/>
          <w:jc w:val="center"/>
        </w:trPr>
        <w:tc>
          <w:tcPr>
            <w:tcW w:w="531" w:type="dxa"/>
          </w:tcPr>
          <w:p w:rsidR="004114FE" w:rsidRPr="003931A9" w:rsidRDefault="004114FE" w:rsidP="00F0110C">
            <w:pPr>
              <w:tabs>
                <w:tab w:val="left" w:pos="358"/>
              </w:tabs>
              <w:spacing w:line="276" w:lineRule="auto"/>
              <w:ind w:left="358" w:hanging="358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sym w:font="Symbol" w:char="F08C"/>
            </w:r>
          </w:p>
        </w:tc>
        <w:tc>
          <w:tcPr>
            <w:tcW w:w="8820" w:type="dxa"/>
            <w:vAlign w:val="center"/>
          </w:tcPr>
          <w:p w:rsidR="004114FE" w:rsidRPr="00434054" w:rsidRDefault="004114FE" w:rsidP="00F0110C">
            <w:pPr>
              <w:tabs>
                <w:tab w:val="left" w:pos="358"/>
              </w:tabs>
              <w:spacing w:line="276" w:lineRule="auto"/>
              <w:ind w:left="358" w:hanging="358"/>
              <w:rPr>
                <w:rFonts w:ascii="Calibri" w:hAnsi="Calibri" w:cs="Arial"/>
              </w:rPr>
            </w:pPr>
            <w:r w:rsidRPr="00434054">
              <w:rPr>
                <w:rFonts w:ascii="Calibri" w:hAnsi="Calibri" w:cs="Arial"/>
                <w:sz w:val="22"/>
                <w:szCs w:val="22"/>
              </w:rPr>
              <w:t>Organizacja pozarządowa, kościelna osoba prawna, inna osoba prawna, osoba fizyczna</w:t>
            </w:r>
          </w:p>
          <w:p w:rsidR="004114FE" w:rsidRPr="00434054" w:rsidRDefault="004114FE" w:rsidP="00444A97">
            <w:pPr>
              <w:tabs>
                <w:tab w:val="left" w:pos="299"/>
              </w:tabs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4114FE" w:rsidRPr="003931A9" w:rsidRDefault="004114FE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4114FE" w:rsidRPr="00F0110C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 xml:space="preserve">III. </w:t>
      </w:r>
      <w:r>
        <w:rPr>
          <w:rFonts w:ascii="Calibri" w:hAnsi="Calibri" w:cs="Arial"/>
          <w:b/>
          <w:sz w:val="22"/>
          <w:szCs w:val="22"/>
        </w:rPr>
        <w:t>DPS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2315"/>
        <w:gridCol w:w="2315"/>
        <w:gridCol w:w="908"/>
        <w:gridCol w:w="1408"/>
        <w:gridCol w:w="1701"/>
      </w:tblGrid>
      <w:tr w:rsidR="004114FE" w:rsidRPr="003931A9" w:rsidTr="002F2985">
        <w:trPr>
          <w:trHeight w:val="530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D80121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  <w:u w:val="single"/>
              </w:rPr>
            </w:pP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Nazwa i adres podmiotu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9209" w:type="dxa"/>
            <w:gridSpan w:val="6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NIP podmiotu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osób bezpośrednio pracujących z pensjonariuszami (z wyłączeniem kadry medycznej) w DPS w przeliczeniu na etaty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Liczba pracowników DPS: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miejsc dla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 pensjonariuszy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w DPS: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567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D80121">
            <w:pPr>
              <w:numPr>
                <w:ilvl w:val="0"/>
                <w:numId w:val="27"/>
              </w:numPr>
              <w:spacing w:line="276" w:lineRule="auto"/>
              <w:ind w:left="284" w:hanging="272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CEL, NA JAKI PLANOWANE JEST WYKORZYSTANIE GRANTU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</w:p>
        </w:tc>
      </w:tr>
      <w:tr w:rsidR="004114FE" w:rsidRPr="003931A9" w:rsidTr="002F2985">
        <w:trPr>
          <w:trHeight w:val="375"/>
          <w:jc w:val="center"/>
        </w:trPr>
        <w:tc>
          <w:tcPr>
            <w:tcW w:w="9209" w:type="dxa"/>
            <w:gridSpan w:val="6"/>
            <w:vAlign w:val="center"/>
          </w:tcPr>
          <w:p w:rsidR="004114FE" w:rsidRDefault="004114FE" w:rsidP="00F0110C">
            <w:pPr>
              <w:spacing w:line="276" w:lineRule="auto"/>
              <w:ind w:left="-76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CB4669">
        <w:trPr>
          <w:trHeight w:val="190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F0110C">
            <w:pPr>
              <w:numPr>
                <w:ilvl w:val="0"/>
                <w:numId w:val="27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OPIS DZIAŁAŃ WSKAZANYCH PRZEZ WNIOSKODAWCĘ, KTÓRE BĘDĄ REALIZOWANE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nr 1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6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należy opisać zakres planowanych do realizacji zadań oraz wykazać ich zgodność z </w:t>
            </w:r>
            <w:r>
              <w:rPr>
                <w:i/>
                <w:sz w:val="20"/>
              </w:rPr>
              <w:t>Procedurą</w:t>
            </w:r>
            <w:r w:rsidRPr="002C6D79">
              <w:rPr>
                <w:i/>
                <w:sz w:val="20"/>
              </w:rPr>
              <w:t xml:space="preserve"> udzielania grantów; </w:t>
            </w:r>
          </w:p>
          <w:p w:rsidR="004114FE" w:rsidRDefault="004114FE">
            <w:pPr>
              <w:pStyle w:val="NoSpacing"/>
              <w:numPr>
                <w:ilvl w:val="0"/>
                <w:numId w:val="36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należy opisać rezultaty planowane do osiągnięcia w ramach realizacji grantu (produkty / usługi);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6"/>
              </w:numPr>
            </w:pPr>
            <w:r w:rsidRPr="002C6D79">
              <w:rPr>
                <w:i/>
                <w:sz w:val="20"/>
              </w:rPr>
              <w:t>należy określić harmonogram realizacji grantu, tj. harmonogram realizacji działań w odniesieniu do każdej kategorii kosztu planowanej do poniesienia w ramach grantu;</w:t>
            </w:r>
          </w:p>
        </w:tc>
      </w:tr>
      <w:tr w:rsidR="004114FE" w:rsidRPr="003931A9" w:rsidTr="002F2985">
        <w:trPr>
          <w:trHeight w:val="240"/>
          <w:jc w:val="center"/>
        </w:trPr>
        <w:tc>
          <w:tcPr>
            <w:tcW w:w="9209" w:type="dxa"/>
            <w:gridSpan w:val="6"/>
            <w:shd w:val="clear" w:color="auto" w:fill="FFFFFF"/>
          </w:tcPr>
          <w:p w:rsidR="004114FE" w:rsidRDefault="004114FE" w:rsidP="00F0110C">
            <w:pPr>
              <w:spacing w:line="276" w:lineRule="auto"/>
              <w:ind w:left="438"/>
              <w:jc w:val="both"/>
              <w:rPr>
                <w:rFonts w:ascii="Calibri" w:hAnsi="Calibri"/>
                <w:b/>
              </w:rPr>
            </w:pPr>
          </w:p>
          <w:p w:rsidR="004114FE" w:rsidRDefault="004114FE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4114FE" w:rsidRDefault="004114FE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2F2985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 tym: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WSKAŻNIKI ZAKŁADANYCH REZULTATÓW I SPOSÓB ICH POMIARU 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8"/>
              </w:numPr>
              <w:rPr>
                <w:b/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należy określić planowane do osiągnięcia wskaźniki wraz ze </w:t>
            </w:r>
            <w:r>
              <w:rPr>
                <w:i/>
                <w:sz w:val="20"/>
              </w:rPr>
              <w:t>wskazaniem sposobu ich pomiaru</w:t>
            </w:r>
            <w:r w:rsidRPr="002C6D79">
              <w:rPr>
                <w:i/>
                <w:sz w:val="20"/>
              </w:rPr>
              <w:t>: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7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Liczbę osób, którym przyznano dodatki do wynagrodzeń</w:t>
            </w:r>
            <w:r>
              <w:rPr>
                <w:i/>
                <w:sz w:val="20"/>
              </w:rPr>
              <w:t xml:space="preserve"> w przeliczeniu na etaty;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7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Liczbę </w:t>
            </w:r>
            <w:r>
              <w:rPr>
                <w:i/>
                <w:sz w:val="20"/>
              </w:rPr>
              <w:t>noclegów</w:t>
            </w:r>
            <w:r w:rsidRPr="002C6D79">
              <w:rPr>
                <w:i/>
                <w:sz w:val="20"/>
              </w:rPr>
              <w:t xml:space="preserve"> dla pracowników DPS poza miejscem zamieszkania;</w:t>
            </w:r>
          </w:p>
          <w:p w:rsidR="004114FE" w:rsidRPr="002C6D79" w:rsidRDefault="004114FE">
            <w:pPr>
              <w:pStyle w:val="NoSpacing"/>
              <w:numPr>
                <w:ilvl w:val="0"/>
                <w:numId w:val="37"/>
              </w:numPr>
              <w:rPr>
                <w:b/>
              </w:rPr>
            </w:pPr>
            <w:r w:rsidRPr="002C6D79">
              <w:rPr>
                <w:i/>
                <w:sz w:val="20"/>
              </w:rPr>
              <w:t>Liczbę utworzonych, tymczasowych miejsc na kwarantannę</w:t>
            </w:r>
            <w:r>
              <w:rPr>
                <w:i/>
                <w:sz w:val="20"/>
              </w:rPr>
              <w:t>.</w:t>
            </w:r>
          </w:p>
        </w:tc>
      </w:tr>
      <w:tr w:rsidR="004114FE" w:rsidRPr="003931A9" w:rsidTr="002F2985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Default="004114FE" w:rsidP="00F0110C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2F2985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D80121">
            <w:pPr>
              <w:numPr>
                <w:ilvl w:val="0"/>
                <w:numId w:val="27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OBSZAR REALIZACJI DZIAŁAŃ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</w:p>
        </w:tc>
      </w:tr>
      <w:tr w:rsidR="004114FE" w:rsidRPr="003931A9" w:rsidTr="002F2985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Pr="003931A9" w:rsidRDefault="004114FE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Default="004114FE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D80121">
            <w:pPr>
              <w:numPr>
                <w:ilvl w:val="0"/>
                <w:numId w:val="27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TERMIN REALIZACJI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GRANTU PRZEZ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</w:p>
        </w:tc>
      </w:tr>
      <w:tr w:rsidR="004114FE" w:rsidRPr="003931A9" w:rsidTr="002F2985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Pr="003931A9" w:rsidRDefault="004114FE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471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D80121">
            <w:pPr>
              <w:numPr>
                <w:ilvl w:val="0"/>
                <w:numId w:val="27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  <w:caps/>
              </w:rPr>
            </w:pPr>
            <w:r w:rsidRPr="003931A9">
              <w:rPr>
                <w:rFonts w:ascii="Calibri" w:hAnsi="Calibri" w:cs="Arial"/>
                <w:b/>
                <w:caps/>
                <w:sz w:val="22"/>
                <w:szCs w:val="22"/>
              </w:rPr>
              <w:t>Plan finansowy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DPS 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>nr 1</w:t>
            </w:r>
          </w:p>
        </w:tc>
      </w:tr>
      <w:tr w:rsidR="004114FE" w:rsidRPr="003931A9" w:rsidTr="002F2985">
        <w:trPr>
          <w:trHeight w:val="454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D80121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PLANOWANA KWOTA POMOCY - ZAKRES RZECZOWO-FINANSOWY</w:t>
            </w:r>
          </w:p>
        </w:tc>
      </w:tr>
      <w:tr w:rsidR="004114FE" w:rsidRPr="003931A9" w:rsidTr="002F2985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6946" w:type="dxa"/>
            <w:gridSpan w:val="4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RODZAJ KOSZTU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WARTOŚĆ </w:t>
            </w:r>
          </w:p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PLN</w:t>
            </w:r>
          </w:p>
        </w:tc>
      </w:tr>
      <w:tr w:rsidR="004114FE" w:rsidRPr="003931A9" w:rsidTr="00780BCD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D80121">
            <w:pPr>
              <w:spacing w:line="276" w:lineRule="auto"/>
              <w:rPr>
                <w:rFonts w:ascii="Calibri" w:hAnsi="Calibri" w:cs="Arial"/>
                <w:b/>
              </w:rPr>
            </w:pPr>
            <w:r w:rsidRPr="00470215">
              <w:rPr>
                <w:rFonts w:ascii="Calibri" w:hAnsi="Calibri" w:cs="Arial"/>
                <w:b/>
                <w:sz w:val="22"/>
                <w:szCs w:val="22"/>
              </w:rPr>
              <w:t xml:space="preserve">KATEGORIA KOSZTÓW: </w:t>
            </w:r>
            <w:r w:rsidRPr="00470215">
              <w:rPr>
                <w:rFonts w:ascii="Calibri" w:hAnsi="Calibri" w:cs="Arial"/>
                <w:b/>
                <w:sz w:val="20"/>
                <w:szCs w:val="20"/>
                <w:u w:val="single"/>
              </w:rPr>
              <w:t>Dodatki do wynagrodzeń dla pracowników DPS, pracujących bezpośrednio z pensjonariuszami (z wyłączeniem kadry medycznej)</w:t>
            </w:r>
          </w:p>
        </w:tc>
      </w:tr>
      <w:tr w:rsidR="004114FE" w:rsidRPr="003931A9" w:rsidTr="00780BCD">
        <w:trPr>
          <w:trHeight w:val="416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 w:rsidRPr="002C6D79">
              <w:rPr>
                <w:rFonts w:cs="Calibri"/>
                <w:i/>
                <w:sz w:val="18"/>
                <w:szCs w:val="20"/>
              </w:rPr>
              <w:t>max. 3 miesiące</w:t>
            </w:r>
          </w:p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 xml:space="preserve">Liczba pracowników, którym </w:t>
            </w:r>
            <w:r w:rsidRPr="00FC7829">
              <w:rPr>
                <w:rFonts w:cs="Calibri"/>
                <w:b/>
                <w:sz w:val="20"/>
                <w:szCs w:val="20"/>
              </w:rPr>
              <w:t>przyznano</w:t>
            </w:r>
            <w:r w:rsidRPr="002C6D79">
              <w:rPr>
                <w:rFonts w:cs="Calibri"/>
                <w:b/>
                <w:sz w:val="20"/>
                <w:szCs w:val="20"/>
              </w:rPr>
              <w:t xml:space="preserve"> dodatki do wynagrodzeń</w:t>
            </w:r>
            <w:r>
              <w:rPr>
                <w:rFonts w:cs="Calibri"/>
                <w:b/>
                <w:sz w:val="20"/>
                <w:szCs w:val="20"/>
              </w:rPr>
              <w:t xml:space="preserve"> w przeliczeniu na etaty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780BCD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1</w:t>
            </w:r>
          </w:p>
        </w:tc>
      </w:tr>
      <w:tr w:rsidR="004114FE" w:rsidRPr="003931A9" w:rsidTr="00D80121">
        <w:trPr>
          <w:trHeight w:val="397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1 450,00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780BCD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D80121">
            <w:pPr>
              <w:pStyle w:val="NoSpacing"/>
              <w:jc w:val="both"/>
              <w:rPr>
                <w:rFonts w:cs="Arial"/>
                <w:b/>
                <w:sz w:val="20"/>
                <w:szCs w:val="20"/>
              </w:rPr>
            </w:pPr>
            <w:r w:rsidRPr="00470215">
              <w:rPr>
                <w:rFonts w:cs="Arial"/>
                <w:b/>
              </w:rPr>
              <w:t xml:space="preserve">KATEGORIA KOSZTÓW: </w:t>
            </w:r>
            <w:r w:rsidRPr="00470215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Koszty związane z zapewnieniem noclegów dla pracowników DPS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>, pracujących bezpośrednio z pensjonariuszami</w:t>
            </w:r>
            <w:r>
              <w:rPr>
                <w:rFonts w:cs="Arial"/>
                <w:b/>
                <w:sz w:val="20"/>
                <w:szCs w:val="20"/>
                <w:u w:val="single"/>
              </w:rPr>
              <w:t>,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 xml:space="preserve"> </w:t>
            </w:r>
            <w:r w:rsidRPr="00470215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poza miejscem zamieszkania</w:t>
            </w:r>
          </w:p>
        </w:tc>
      </w:tr>
      <w:tr w:rsidR="004114FE" w:rsidRPr="003931A9" w:rsidTr="00780BCD">
        <w:trPr>
          <w:trHeight w:val="397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>
              <w:rPr>
                <w:rFonts w:cs="Calibri"/>
                <w:i/>
                <w:sz w:val="18"/>
                <w:szCs w:val="20"/>
              </w:rPr>
              <w:t>max.</w:t>
            </w:r>
            <w:r w:rsidRPr="002C6D79">
              <w:rPr>
                <w:rFonts w:cs="Calibri"/>
                <w:i/>
                <w:sz w:val="18"/>
                <w:szCs w:val="20"/>
              </w:rPr>
              <w:t>9</w:t>
            </w:r>
            <w:r>
              <w:rPr>
                <w:rFonts w:cs="Calibri"/>
                <w:i/>
                <w:sz w:val="18"/>
                <w:szCs w:val="20"/>
              </w:rPr>
              <w:t>2 dni</w:t>
            </w:r>
          </w:p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780BCD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 xml:space="preserve">Liczba pracowników, którzy </w:t>
            </w:r>
            <w:r w:rsidRPr="00202F7F">
              <w:rPr>
                <w:rFonts w:cs="Calibri"/>
                <w:b/>
                <w:sz w:val="20"/>
                <w:szCs w:val="20"/>
              </w:rPr>
              <w:t>jednocześnie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C6D79">
              <w:rPr>
                <w:rFonts w:cs="Calibri"/>
                <w:b/>
                <w:sz w:val="20"/>
                <w:szCs w:val="20"/>
              </w:rPr>
              <w:t>skorzystają z noclegów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780BCD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2</w:t>
            </w:r>
          </w:p>
        </w:tc>
      </w:tr>
      <w:tr w:rsidR="004114FE" w:rsidRPr="003931A9" w:rsidTr="00D80121">
        <w:trPr>
          <w:trHeight w:val="397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125,00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780BCD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D80121">
            <w:pPr>
              <w:pStyle w:val="NoSpacing"/>
              <w:jc w:val="both"/>
              <w:rPr>
                <w:rFonts w:cs="Arial"/>
                <w:b/>
                <w:sz w:val="20"/>
                <w:szCs w:val="20"/>
              </w:rPr>
            </w:pPr>
            <w:r w:rsidRPr="00470215">
              <w:rPr>
                <w:rFonts w:cs="Arial"/>
                <w:b/>
              </w:rPr>
              <w:t xml:space="preserve">KATEGORIA KOSZTÓW: </w:t>
            </w:r>
            <w:r w:rsidRPr="00470215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Koszty związane z zapewnieniem tymczasowych miejsc na kwarantannę dla pensjonariuszy i pracowników DPS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 xml:space="preserve">, pracujących bezpośrednio z pensjonariuszami </w:t>
            </w:r>
          </w:p>
        </w:tc>
      </w:tr>
      <w:tr w:rsidR="004114FE" w:rsidRPr="003931A9" w:rsidTr="00780BCD">
        <w:trPr>
          <w:trHeight w:val="397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780BCD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FC7829" w:rsidRDefault="004114FE" w:rsidP="00FC7829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780BCD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 w:rsidRPr="002C6D79">
              <w:rPr>
                <w:rFonts w:cs="Calibri"/>
                <w:i/>
                <w:sz w:val="18"/>
                <w:szCs w:val="20"/>
              </w:rPr>
              <w:t xml:space="preserve">max. </w:t>
            </w:r>
            <w:r>
              <w:rPr>
                <w:rFonts w:cs="Calibri"/>
                <w:i/>
                <w:sz w:val="18"/>
                <w:szCs w:val="20"/>
              </w:rPr>
              <w:t>92 dni</w:t>
            </w:r>
          </w:p>
          <w:p w:rsidR="004114FE" w:rsidRPr="002C6D79" w:rsidRDefault="004114FE" w:rsidP="00780BCD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780BCD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780BCD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Liczba miejsc kwarantanny, utworzonych na potrzeby DPS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780BCD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3</w:t>
            </w:r>
          </w:p>
        </w:tc>
      </w:tr>
      <w:tr w:rsidR="004114FE" w:rsidRPr="003931A9" w:rsidTr="00AA4043">
        <w:trPr>
          <w:trHeight w:val="700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D80121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250,00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2C6D79" w:rsidRDefault="004114FE" w:rsidP="00780BCD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2F2985">
        <w:trPr>
          <w:trHeight w:val="614"/>
          <w:jc w:val="center"/>
        </w:trPr>
        <w:tc>
          <w:tcPr>
            <w:tcW w:w="7508" w:type="dxa"/>
            <w:gridSpan w:val="5"/>
            <w:vAlign w:val="center"/>
          </w:tcPr>
          <w:p w:rsidR="004114FE" w:rsidRPr="003931A9" w:rsidRDefault="004114FE" w:rsidP="00D80121">
            <w:pPr>
              <w:spacing w:line="276" w:lineRule="auto"/>
              <w:jc w:val="right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KOSZTY OGÓŁEM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2315"/>
        <w:gridCol w:w="2315"/>
        <w:gridCol w:w="908"/>
        <w:gridCol w:w="1408"/>
        <w:gridCol w:w="1701"/>
      </w:tblGrid>
      <w:tr w:rsidR="004114FE" w:rsidRPr="003931A9" w:rsidTr="000E5CC3">
        <w:trPr>
          <w:trHeight w:val="530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E337D6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  <w:u w:val="single"/>
                <w:vertAlign w:val="superscrip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  <w:r>
              <w:rPr>
                <w:rStyle w:val="FootnoteReference"/>
                <w:rFonts w:ascii="Calibri" w:hAnsi="Calibri"/>
                <w:b/>
                <w:sz w:val="22"/>
                <w:szCs w:val="22"/>
                <w:u w:val="single"/>
              </w:rPr>
              <w:footnoteReference w:id="1"/>
            </w: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Nazwa i adres podmiotu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9209" w:type="dxa"/>
            <w:gridSpan w:val="6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NIP podmiotu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osób bezpośrednio pracujących z pensjonariuszami (z wyłączeniem kadry medycznej) w DPS w przeliczeniu na etaty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Liczba pracowników DPS: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530"/>
          <w:jc w:val="center"/>
        </w:trPr>
        <w:tc>
          <w:tcPr>
            <w:tcW w:w="6100" w:type="dxa"/>
            <w:gridSpan w:val="4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miejsc dla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 pensjonariuszy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w DPS: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567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CD4F0F">
            <w:pPr>
              <w:numPr>
                <w:ilvl w:val="1"/>
                <w:numId w:val="38"/>
              </w:numPr>
              <w:tabs>
                <w:tab w:val="clear" w:pos="1080"/>
              </w:tabs>
              <w:spacing w:line="276" w:lineRule="auto"/>
              <w:ind w:left="321" w:hanging="321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CEL, NA JAKI PLANOWANE JEST WYKORZYSTANIE GRANTU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DPS 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</w:tc>
      </w:tr>
      <w:tr w:rsidR="004114FE" w:rsidRPr="003931A9" w:rsidTr="000E5CC3">
        <w:trPr>
          <w:trHeight w:val="375"/>
          <w:jc w:val="center"/>
        </w:trPr>
        <w:tc>
          <w:tcPr>
            <w:tcW w:w="9209" w:type="dxa"/>
            <w:gridSpan w:val="6"/>
            <w:vAlign w:val="center"/>
          </w:tcPr>
          <w:p w:rsidR="004114FE" w:rsidRDefault="004114FE" w:rsidP="000E5CC3">
            <w:pPr>
              <w:spacing w:line="276" w:lineRule="auto"/>
              <w:ind w:left="-76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0E5CC3">
        <w:trPr>
          <w:trHeight w:val="190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CD4F0F">
            <w:pPr>
              <w:numPr>
                <w:ilvl w:val="1"/>
                <w:numId w:val="38"/>
              </w:numPr>
              <w:tabs>
                <w:tab w:val="clear" w:pos="1080"/>
              </w:tabs>
              <w:spacing w:line="276" w:lineRule="auto"/>
              <w:ind w:left="321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OPIS DZIAŁAŃ WSKAZANYCH PRZEZ WNIOSKODAWCĘ, KTÓRE BĘDĄ REALIZOWANE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  <w:p w:rsidR="004114FE" w:rsidRDefault="004114FE">
            <w:pPr>
              <w:pStyle w:val="NoSpacing"/>
              <w:numPr>
                <w:ilvl w:val="0"/>
                <w:numId w:val="44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należy opisać zakres planowanych do realizacji zadań oraz wykazać ich zgodność z </w:t>
            </w:r>
            <w:r>
              <w:rPr>
                <w:i/>
                <w:sz w:val="20"/>
              </w:rPr>
              <w:t xml:space="preserve">Procedurą </w:t>
            </w:r>
            <w:r w:rsidRPr="002C6D79">
              <w:rPr>
                <w:i/>
                <w:sz w:val="20"/>
              </w:rPr>
              <w:t xml:space="preserve">udzielania grantów; </w:t>
            </w:r>
          </w:p>
          <w:p w:rsidR="004114FE" w:rsidRPr="002C6D79" w:rsidRDefault="004114FE" w:rsidP="000E5CC3">
            <w:pPr>
              <w:pStyle w:val="NoSpacing"/>
              <w:numPr>
                <w:ilvl w:val="0"/>
                <w:numId w:val="44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należy opisać rezultaty planowane do osiągnięcia w ramach realizacji grantu (produkty / usługi);</w:t>
            </w:r>
          </w:p>
          <w:p w:rsidR="004114FE" w:rsidRPr="002C6D79" w:rsidRDefault="004114FE" w:rsidP="000E5CC3">
            <w:pPr>
              <w:pStyle w:val="NoSpacing"/>
              <w:numPr>
                <w:ilvl w:val="0"/>
                <w:numId w:val="44"/>
              </w:numPr>
            </w:pPr>
            <w:r w:rsidRPr="002C6D79">
              <w:rPr>
                <w:i/>
                <w:sz w:val="20"/>
              </w:rPr>
              <w:t>należy określić harmonogram realizacji grantu, tj. harmonogram realizacji działań w odniesieniu do każdej kategorii kosztu planowanej do poniesienia w ramach grantu;</w:t>
            </w:r>
          </w:p>
        </w:tc>
      </w:tr>
      <w:tr w:rsidR="004114FE" w:rsidRPr="003931A9" w:rsidTr="000E5CC3">
        <w:trPr>
          <w:trHeight w:val="240"/>
          <w:jc w:val="center"/>
        </w:trPr>
        <w:tc>
          <w:tcPr>
            <w:tcW w:w="9209" w:type="dxa"/>
            <w:gridSpan w:val="6"/>
            <w:shd w:val="clear" w:color="auto" w:fill="FFFFFF"/>
          </w:tcPr>
          <w:p w:rsidR="004114FE" w:rsidRDefault="004114FE" w:rsidP="000E5CC3">
            <w:pPr>
              <w:spacing w:line="276" w:lineRule="auto"/>
              <w:ind w:left="438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ind w:left="438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 tym: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WSKAŻNIKI ZAKŁADANYCH REZULTATÓW I SPOSÓB ICH POMIARU </w:t>
            </w:r>
          </w:p>
          <w:p w:rsidR="004114FE" w:rsidRPr="002C6D79" w:rsidRDefault="004114FE" w:rsidP="00F41CDD">
            <w:pPr>
              <w:pStyle w:val="NoSpacing"/>
              <w:numPr>
                <w:ilvl w:val="0"/>
                <w:numId w:val="45"/>
              </w:numPr>
              <w:rPr>
                <w:b/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należy określić planowane do osiągnięcia wskaźniki wraz ze </w:t>
            </w:r>
            <w:r>
              <w:rPr>
                <w:i/>
                <w:sz w:val="20"/>
              </w:rPr>
              <w:t>wskazaniem sposobu ich pomiaru</w:t>
            </w:r>
            <w:r w:rsidRPr="002C6D79">
              <w:rPr>
                <w:i/>
                <w:sz w:val="20"/>
              </w:rPr>
              <w:t>.:</w:t>
            </w:r>
          </w:p>
          <w:p w:rsidR="004114FE" w:rsidRPr="002C6D79" w:rsidRDefault="004114FE" w:rsidP="000E5CC3">
            <w:pPr>
              <w:pStyle w:val="NoSpacing"/>
              <w:numPr>
                <w:ilvl w:val="0"/>
                <w:numId w:val="37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Liczbę osób, którym przyznano dodatki do wynagrodzeń</w:t>
            </w:r>
            <w:r>
              <w:rPr>
                <w:i/>
                <w:sz w:val="20"/>
              </w:rPr>
              <w:t xml:space="preserve"> w przeliczeniu na etaty;</w:t>
            </w:r>
          </w:p>
          <w:p w:rsidR="004114FE" w:rsidRPr="002C6D79" w:rsidRDefault="004114FE" w:rsidP="000E5CC3">
            <w:pPr>
              <w:pStyle w:val="NoSpacing"/>
              <w:numPr>
                <w:ilvl w:val="0"/>
                <w:numId w:val="37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 xml:space="preserve">Liczbę </w:t>
            </w:r>
            <w:r>
              <w:rPr>
                <w:i/>
                <w:sz w:val="20"/>
              </w:rPr>
              <w:t>noclegów</w:t>
            </w:r>
            <w:r w:rsidRPr="002C6D79">
              <w:rPr>
                <w:i/>
                <w:sz w:val="20"/>
              </w:rPr>
              <w:t xml:space="preserve"> dla pracowników DPS poza miejscem zamieszkania;</w:t>
            </w:r>
          </w:p>
          <w:p w:rsidR="004114FE" w:rsidRPr="002C6D79" w:rsidRDefault="004114FE" w:rsidP="000E5CC3">
            <w:pPr>
              <w:pStyle w:val="NoSpacing"/>
              <w:numPr>
                <w:ilvl w:val="0"/>
                <w:numId w:val="37"/>
              </w:numPr>
              <w:rPr>
                <w:b/>
              </w:rPr>
            </w:pPr>
            <w:r w:rsidRPr="002C6D79">
              <w:rPr>
                <w:i/>
                <w:sz w:val="20"/>
              </w:rPr>
              <w:t>Liczbę utworzonych, tymczasowych miejsc na kwarantannę</w:t>
            </w:r>
          </w:p>
        </w:tc>
      </w:tr>
      <w:tr w:rsidR="004114FE" w:rsidRPr="003931A9" w:rsidTr="000E5CC3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Default="004114FE" w:rsidP="000E5CC3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5B39DC">
            <w:pPr>
              <w:numPr>
                <w:ilvl w:val="1"/>
                <w:numId w:val="38"/>
              </w:numPr>
              <w:tabs>
                <w:tab w:val="clear" w:pos="1080"/>
              </w:tabs>
              <w:spacing w:line="276" w:lineRule="auto"/>
              <w:ind w:left="321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OBSZAR REALIZACJI DZIAŁAŃ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</w:tc>
      </w:tr>
      <w:tr w:rsidR="004114FE" w:rsidRPr="003931A9" w:rsidTr="000E5CC3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Pr="003931A9" w:rsidRDefault="004114FE" w:rsidP="000E5CC3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Default="004114FE" w:rsidP="000E5CC3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D9D9D9"/>
          </w:tcPr>
          <w:p w:rsidR="004114FE" w:rsidRPr="003931A9" w:rsidRDefault="004114FE" w:rsidP="005B39DC">
            <w:pPr>
              <w:numPr>
                <w:ilvl w:val="1"/>
                <w:numId w:val="38"/>
              </w:numPr>
              <w:tabs>
                <w:tab w:val="clear" w:pos="1080"/>
                <w:tab w:val="num" w:pos="321"/>
              </w:tabs>
              <w:spacing w:line="276" w:lineRule="auto"/>
              <w:ind w:hanging="1119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TERMIN REALIZACJI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GRANTU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</w:tc>
      </w:tr>
      <w:tr w:rsidR="004114FE" w:rsidRPr="003931A9" w:rsidTr="000E5CC3">
        <w:trPr>
          <w:trHeight w:val="345"/>
          <w:jc w:val="center"/>
        </w:trPr>
        <w:tc>
          <w:tcPr>
            <w:tcW w:w="9209" w:type="dxa"/>
            <w:gridSpan w:val="6"/>
          </w:tcPr>
          <w:p w:rsidR="004114FE" w:rsidRPr="003931A9" w:rsidRDefault="004114FE" w:rsidP="000E5CC3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4114FE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4114FE" w:rsidRPr="003931A9" w:rsidRDefault="004114FE" w:rsidP="000E5CC3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471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5B39DC">
            <w:pPr>
              <w:numPr>
                <w:ilvl w:val="1"/>
                <w:numId w:val="38"/>
              </w:numPr>
              <w:tabs>
                <w:tab w:val="clear" w:pos="1080"/>
                <w:tab w:val="num" w:pos="353"/>
              </w:tabs>
              <w:spacing w:line="276" w:lineRule="auto"/>
              <w:ind w:hanging="1105"/>
              <w:jc w:val="both"/>
              <w:rPr>
                <w:rFonts w:ascii="Calibri" w:hAnsi="Calibri" w:cs="Arial"/>
                <w:b/>
                <w:caps/>
              </w:rPr>
            </w:pPr>
            <w:r w:rsidRPr="003931A9">
              <w:rPr>
                <w:rFonts w:ascii="Calibri" w:hAnsi="Calibri" w:cs="Arial"/>
                <w:b/>
                <w:caps/>
                <w:sz w:val="22"/>
                <w:szCs w:val="22"/>
              </w:rPr>
              <w:t>Plan finansowy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</w:tc>
      </w:tr>
      <w:tr w:rsidR="004114FE" w:rsidRPr="003931A9" w:rsidTr="000E5CC3">
        <w:trPr>
          <w:trHeight w:val="454"/>
          <w:jc w:val="center"/>
        </w:trPr>
        <w:tc>
          <w:tcPr>
            <w:tcW w:w="9209" w:type="dxa"/>
            <w:gridSpan w:val="6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PLANOWANA KWOTA POMOCY - ZAKRES RZECZOWO-FINANSOWY</w:t>
            </w:r>
          </w:p>
        </w:tc>
      </w:tr>
      <w:tr w:rsidR="004114FE" w:rsidRPr="003931A9" w:rsidTr="000E5CC3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6946" w:type="dxa"/>
            <w:gridSpan w:val="4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RODZAJ KOSZTU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WARTOŚĆ </w:t>
            </w:r>
          </w:p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PLN</w:t>
            </w: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0E5CC3">
            <w:pPr>
              <w:spacing w:line="276" w:lineRule="auto"/>
              <w:rPr>
                <w:rFonts w:ascii="Calibri" w:hAnsi="Calibri" w:cs="Arial"/>
                <w:b/>
              </w:rPr>
            </w:pPr>
            <w:r w:rsidRPr="00470215">
              <w:rPr>
                <w:rFonts w:ascii="Calibri" w:hAnsi="Calibri" w:cs="Arial"/>
                <w:b/>
                <w:sz w:val="22"/>
                <w:szCs w:val="22"/>
              </w:rPr>
              <w:t xml:space="preserve">KATEGORIA KOSZTÓW: </w:t>
            </w:r>
            <w:r w:rsidRPr="00470215">
              <w:rPr>
                <w:rFonts w:ascii="Calibri" w:hAnsi="Calibri" w:cs="Arial"/>
                <w:b/>
                <w:sz w:val="20"/>
                <w:szCs w:val="20"/>
                <w:u w:val="single"/>
              </w:rPr>
              <w:t>Dodatki do wynagrodzeń dla pracowników DPS, pracujących bezpośrednio z pensjonariuszami (z wyłączeniem kadry medycznej)</w:t>
            </w:r>
          </w:p>
        </w:tc>
      </w:tr>
      <w:tr w:rsidR="004114FE" w:rsidRPr="003931A9" w:rsidTr="000E5CC3">
        <w:trPr>
          <w:trHeight w:val="416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 w:rsidRPr="002C6D79">
              <w:rPr>
                <w:rFonts w:cs="Calibri"/>
                <w:i/>
                <w:sz w:val="18"/>
                <w:szCs w:val="20"/>
              </w:rPr>
              <w:t>max. 3 miesiące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 xml:space="preserve">Liczba pracowników, którym </w:t>
            </w:r>
            <w:r w:rsidRPr="00FC7829">
              <w:rPr>
                <w:rFonts w:cs="Calibri"/>
                <w:b/>
                <w:sz w:val="20"/>
                <w:szCs w:val="20"/>
              </w:rPr>
              <w:t>przyznano</w:t>
            </w:r>
            <w:r w:rsidRPr="002C6D79">
              <w:rPr>
                <w:rFonts w:cs="Calibri"/>
                <w:b/>
                <w:sz w:val="20"/>
                <w:szCs w:val="20"/>
              </w:rPr>
              <w:t xml:space="preserve"> dodatki do wynagrodzeń</w:t>
            </w:r>
            <w:r>
              <w:rPr>
                <w:rFonts w:cs="Calibri"/>
                <w:b/>
                <w:sz w:val="20"/>
                <w:szCs w:val="20"/>
              </w:rPr>
              <w:t xml:space="preserve"> w przeliczeniu na etaty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1</w:t>
            </w: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0E5CC3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1 450,00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3931A9" w:rsidRDefault="004114FE" w:rsidP="000E5CC3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0E5CC3">
            <w:pPr>
              <w:pStyle w:val="NoSpacing"/>
              <w:jc w:val="both"/>
              <w:rPr>
                <w:rFonts w:cs="Arial"/>
                <w:b/>
                <w:sz w:val="20"/>
                <w:szCs w:val="20"/>
              </w:rPr>
            </w:pPr>
            <w:r w:rsidRPr="00470215">
              <w:rPr>
                <w:rFonts w:cs="Arial"/>
                <w:b/>
              </w:rPr>
              <w:t xml:space="preserve">KATEGORIA KOSZTÓW: </w:t>
            </w:r>
            <w:r w:rsidRPr="00470215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Koszty związane z zapewnieniem noclegów dla pracowników DPS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>, pracujących bezpośrednio z pensjonariuszami</w:t>
            </w:r>
            <w:r>
              <w:rPr>
                <w:rFonts w:cs="Arial"/>
                <w:b/>
                <w:sz w:val="20"/>
                <w:szCs w:val="20"/>
                <w:u w:val="single"/>
              </w:rPr>
              <w:t>,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 xml:space="preserve"> </w:t>
            </w:r>
            <w:r w:rsidRPr="00470215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poza miejscem zamieszkania</w:t>
            </w: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>
              <w:rPr>
                <w:rFonts w:cs="Calibri"/>
                <w:i/>
                <w:sz w:val="18"/>
                <w:szCs w:val="20"/>
              </w:rPr>
              <w:t>max.</w:t>
            </w:r>
            <w:r w:rsidRPr="002C6D79">
              <w:rPr>
                <w:rFonts w:cs="Calibri"/>
                <w:i/>
                <w:sz w:val="18"/>
                <w:szCs w:val="20"/>
              </w:rPr>
              <w:t>9</w:t>
            </w:r>
            <w:r>
              <w:rPr>
                <w:rFonts w:cs="Calibri"/>
                <w:i/>
                <w:sz w:val="18"/>
                <w:szCs w:val="20"/>
              </w:rPr>
              <w:t>2 dni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 xml:space="preserve">Liczba pracowników, którzy </w:t>
            </w:r>
            <w:r w:rsidRPr="00202F7F">
              <w:rPr>
                <w:rFonts w:cs="Calibri"/>
                <w:b/>
                <w:sz w:val="20"/>
                <w:szCs w:val="20"/>
              </w:rPr>
              <w:t>jednocześnie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C6D79">
              <w:rPr>
                <w:rFonts w:cs="Calibri"/>
                <w:b/>
                <w:sz w:val="20"/>
                <w:szCs w:val="20"/>
              </w:rPr>
              <w:t>skorzystają z noclegów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2</w:t>
            </w: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0E5CC3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125,00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3931A9" w:rsidRDefault="004114FE" w:rsidP="000E5CC3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9209" w:type="dxa"/>
            <w:gridSpan w:val="6"/>
            <w:shd w:val="clear" w:color="auto" w:fill="E6E6E6"/>
            <w:vAlign w:val="center"/>
          </w:tcPr>
          <w:p w:rsidR="004114FE" w:rsidRPr="00470215" w:rsidRDefault="004114FE" w:rsidP="000E5CC3">
            <w:pPr>
              <w:pStyle w:val="NoSpacing"/>
              <w:jc w:val="both"/>
              <w:rPr>
                <w:rFonts w:cs="Calibri"/>
                <w:b/>
                <w:sz w:val="20"/>
                <w:szCs w:val="20"/>
              </w:rPr>
            </w:pPr>
            <w:r w:rsidRPr="00470215">
              <w:rPr>
                <w:rFonts w:cs="Arial"/>
                <w:b/>
              </w:rPr>
              <w:t xml:space="preserve">KATEGORIA KOSZTÓW: </w:t>
            </w:r>
            <w:r w:rsidRPr="00470215">
              <w:rPr>
                <w:rFonts w:cs="Calibri"/>
                <w:b/>
                <w:sz w:val="20"/>
                <w:szCs w:val="20"/>
                <w:u w:val="single"/>
                <w:lang w:eastAsia="pl-PL"/>
              </w:rPr>
              <w:t>Koszty związane z zapewnieniem tymczasowych miejsc na kwarantannę dla pensjonariuszy i pracowników DPS</w:t>
            </w:r>
            <w:r w:rsidRPr="00470215">
              <w:rPr>
                <w:rFonts w:cs="Arial"/>
                <w:b/>
                <w:sz w:val="20"/>
                <w:szCs w:val="20"/>
                <w:u w:val="single"/>
              </w:rPr>
              <w:t xml:space="preserve">, pracujących bezpośrednio z pensjonariuszami </w:t>
            </w:r>
          </w:p>
        </w:tc>
      </w:tr>
      <w:tr w:rsidR="004114FE" w:rsidRPr="003931A9" w:rsidTr="000E5CC3">
        <w:trPr>
          <w:trHeight w:val="397"/>
          <w:jc w:val="center"/>
        </w:trPr>
        <w:tc>
          <w:tcPr>
            <w:tcW w:w="562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FC782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Okres realizacji kosztu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i/>
                <w:sz w:val="18"/>
                <w:szCs w:val="20"/>
              </w:rPr>
            </w:pPr>
            <w:r w:rsidRPr="002C6D79">
              <w:rPr>
                <w:rFonts w:cs="Calibri"/>
                <w:i/>
                <w:sz w:val="18"/>
                <w:szCs w:val="20"/>
              </w:rPr>
              <w:t xml:space="preserve">max. </w:t>
            </w:r>
            <w:r>
              <w:rPr>
                <w:rFonts w:cs="Calibri"/>
                <w:i/>
                <w:sz w:val="18"/>
                <w:szCs w:val="20"/>
              </w:rPr>
              <w:t>92 dni</w:t>
            </w:r>
          </w:p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Kwota jednostkowa</w:t>
            </w:r>
          </w:p>
        </w:tc>
        <w:tc>
          <w:tcPr>
            <w:tcW w:w="2316" w:type="dxa"/>
            <w:gridSpan w:val="2"/>
            <w:shd w:val="clear" w:color="auto" w:fill="F3F3F3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Calibri"/>
                <w:b/>
                <w:sz w:val="20"/>
                <w:szCs w:val="20"/>
              </w:rPr>
            </w:pPr>
            <w:r w:rsidRPr="002C6D79">
              <w:rPr>
                <w:rFonts w:cs="Calibri"/>
                <w:b/>
                <w:sz w:val="20"/>
                <w:szCs w:val="20"/>
              </w:rPr>
              <w:t>Liczba miejsc kwarantanny, utworzonych na potrzeby DPS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4114FE" w:rsidRPr="003931A9" w:rsidRDefault="004114FE" w:rsidP="000E5CC3">
            <w:pPr>
              <w:jc w:val="center"/>
              <w:rPr>
                <w:rFonts w:ascii="Calibri" w:hAnsi="Calibri" w:cs="Arial"/>
                <w:b/>
              </w:rPr>
            </w:pPr>
            <w:r w:rsidRPr="00780BCD">
              <w:rPr>
                <w:rFonts w:ascii="Calibri" w:hAnsi="Calibri" w:cs="Arial"/>
                <w:b/>
                <w:sz w:val="20"/>
                <w:szCs w:val="22"/>
              </w:rPr>
              <w:t>Łącznie</w:t>
            </w:r>
            <w:r>
              <w:rPr>
                <w:rFonts w:ascii="Calibri" w:hAnsi="Calibri" w:cs="Arial"/>
                <w:b/>
                <w:sz w:val="20"/>
                <w:szCs w:val="22"/>
              </w:rPr>
              <w:t xml:space="preserve"> wysokość kosztu nr 3</w:t>
            </w:r>
          </w:p>
        </w:tc>
      </w:tr>
      <w:tr w:rsidR="004114FE" w:rsidRPr="003931A9" w:rsidTr="000E5CC3">
        <w:trPr>
          <w:trHeight w:val="700"/>
          <w:jc w:val="center"/>
        </w:trPr>
        <w:tc>
          <w:tcPr>
            <w:tcW w:w="562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2315" w:type="dxa"/>
            <w:vAlign w:val="center"/>
          </w:tcPr>
          <w:p w:rsidR="004114FE" w:rsidRPr="003931A9" w:rsidRDefault="004114FE" w:rsidP="000E5CC3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2315" w:type="dxa"/>
            <w:vAlign w:val="center"/>
          </w:tcPr>
          <w:p w:rsidR="004114FE" w:rsidRPr="002C6D79" w:rsidRDefault="004114FE" w:rsidP="000E5CC3">
            <w:pPr>
              <w:pStyle w:val="NoSpacing"/>
              <w:jc w:val="center"/>
              <w:rPr>
                <w:rFonts w:cs="Arial"/>
              </w:rPr>
            </w:pPr>
            <w:r w:rsidRPr="002C6D79">
              <w:rPr>
                <w:rFonts w:cs="Calibri"/>
                <w:sz w:val="20"/>
                <w:szCs w:val="20"/>
              </w:rPr>
              <w:t>250,00 zł</w:t>
            </w:r>
          </w:p>
        </w:tc>
        <w:tc>
          <w:tcPr>
            <w:tcW w:w="2316" w:type="dxa"/>
            <w:gridSpan w:val="2"/>
            <w:vAlign w:val="center"/>
          </w:tcPr>
          <w:p w:rsidR="004114FE" w:rsidRPr="002C6D79" w:rsidRDefault="004114FE" w:rsidP="000E5CC3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4114FE" w:rsidRPr="003931A9" w:rsidTr="000E5CC3">
        <w:trPr>
          <w:trHeight w:val="614"/>
          <w:jc w:val="center"/>
        </w:trPr>
        <w:tc>
          <w:tcPr>
            <w:tcW w:w="7508" w:type="dxa"/>
            <w:gridSpan w:val="5"/>
            <w:vAlign w:val="center"/>
          </w:tcPr>
          <w:p w:rsidR="004114FE" w:rsidRPr="003931A9" w:rsidRDefault="004114FE" w:rsidP="000E5CC3">
            <w:pPr>
              <w:spacing w:line="276" w:lineRule="auto"/>
              <w:jc w:val="right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KOSZTY OGÓŁEM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:rsidR="004114FE" w:rsidRPr="003931A9" w:rsidRDefault="004114FE" w:rsidP="000E5CC3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114FE" w:rsidRDefault="004114FE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08"/>
        <w:gridCol w:w="1701"/>
      </w:tblGrid>
      <w:tr w:rsidR="004114FE" w:rsidRPr="003931A9" w:rsidTr="002F2985">
        <w:trPr>
          <w:trHeight w:val="80"/>
          <w:jc w:val="center"/>
        </w:trPr>
        <w:tc>
          <w:tcPr>
            <w:tcW w:w="7508" w:type="dxa"/>
            <w:shd w:val="clear" w:color="auto" w:fill="D9D9D9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ŁĄCZ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N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A KWOTA WNIOSKOWANEGO WSPARCIA:</w:t>
            </w:r>
          </w:p>
          <w:p w:rsidR="004114FE" w:rsidRPr="003931A9" w:rsidRDefault="004114FE" w:rsidP="00F0110C">
            <w:pPr>
              <w:spacing w:line="276" w:lineRule="auto"/>
              <w:rPr>
                <w:rFonts w:ascii="Calibri" w:hAnsi="Calibri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4114FE" w:rsidRPr="003931A9" w:rsidRDefault="004114FE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4114FE" w:rsidRDefault="004114FE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4114FE" w:rsidRPr="003931A9" w:rsidRDefault="004114FE" w:rsidP="00447B89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Oświadczenia Wnioskodawcy:</w:t>
      </w:r>
    </w:p>
    <w:p w:rsidR="004114FE" w:rsidRPr="003931A9" w:rsidRDefault="004114FE" w:rsidP="00447B89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114FE" w:rsidRPr="006B12FC" w:rsidRDefault="004114FE" w:rsidP="00447B89">
      <w:pPr>
        <w:numPr>
          <w:ilvl w:val="0"/>
          <w:numId w:val="28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931A9">
        <w:rPr>
          <w:rFonts w:ascii="Calibri" w:hAnsi="Calibri" w:cs="Arial"/>
          <w:sz w:val="22"/>
          <w:szCs w:val="22"/>
        </w:rPr>
        <w:t xml:space="preserve">Oświadczam/-y, że dobrowolnie deklaruję uczestnictwo w projekcie </w:t>
      </w:r>
      <w:r>
        <w:rPr>
          <w:rFonts w:ascii="Calibri" w:hAnsi="Calibri" w:cs="Arial"/>
          <w:sz w:val="22"/>
          <w:szCs w:val="22"/>
        </w:rPr>
        <w:t>pn. „Łódzkie pomaga”</w:t>
      </w:r>
      <w:r w:rsidRPr="003931A9">
        <w:rPr>
          <w:rFonts w:ascii="Calibri" w:hAnsi="Calibri" w:cs="Arial"/>
          <w:sz w:val="22"/>
          <w:szCs w:val="22"/>
        </w:rPr>
        <w:t xml:space="preserve">, którego </w:t>
      </w:r>
      <w:r w:rsidRPr="006B12FC">
        <w:rPr>
          <w:rFonts w:ascii="Calibri" w:hAnsi="Calibri" w:cs="Arial"/>
          <w:sz w:val="22"/>
          <w:szCs w:val="22"/>
        </w:rPr>
        <w:t xml:space="preserve">beneficjentem jest Województwo </w:t>
      </w:r>
      <w:r>
        <w:rPr>
          <w:rFonts w:ascii="Calibri" w:hAnsi="Calibri" w:cs="Arial"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sz w:val="22"/>
          <w:szCs w:val="22"/>
        </w:rPr>
        <w:t xml:space="preserve"> w Łodzi</w:t>
      </w:r>
      <w:r w:rsidRPr="006B12FC">
        <w:rPr>
          <w:rFonts w:ascii="Calibri" w:hAnsi="Calibri" w:cs="Arial"/>
          <w:sz w:val="22"/>
          <w:szCs w:val="22"/>
        </w:rPr>
        <w:t>.</w:t>
      </w:r>
    </w:p>
    <w:p w:rsidR="004114FE" w:rsidRPr="006B12FC" w:rsidRDefault="004114FE" w:rsidP="00BD5477">
      <w:pPr>
        <w:numPr>
          <w:ilvl w:val="0"/>
          <w:numId w:val="28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B12FC">
        <w:rPr>
          <w:rFonts w:ascii="Calibri" w:hAnsi="Calibri" w:cs="Arial"/>
          <w:sz w:val="22"/>
          <w:szCs w:val="22"/>
        </w:rPr>
        <w:t xml:space="preserve">Oświadczam/-y, że dołożę/-my wszelkich starań, aby zrealizowane w ramach grantu działania </w:t>
      </w:r>
      <w:r>
        <w:rPr>
          <w:rFonts w:ascii="Calibri" w:hAnsi="Calibri" w:cs="Arial"/>
          <w:sz w:val="22"/>
          <w:szCs w:val="22"/>
        </w:rPr>
        <w:t>i poniesione wydatki były zgodn</w:t>
      </w:r>
      <w:r w:rsidRPr="006B12FC">
        <w:rPr>
          <w:rFonts w:ascii="Calibri" w:hAnsi="Calibri" w:cs="Arial"/>
          <w:sz w:val="22"/>
          <w:szCs w:val="22"/>
        </w:rPr>
        <w:t>e z założeniami niniejszego wniosku.</w:t>
      </w:r>
    </w:p>
    <w:p w:rsidR="004114FE" w:rsidRPr="00BD5477" w:rsidRDefault="004114FE" w:rsidP="00BD5477">
      <w:pPr>
        <w:numPr>
          <w:ilvl w:val="0"/>
          <w:numId w:val="28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B12FC">
        <w:rPr>
          <w:rFonts w:ascii="Calibri" w:hAnsi="Calibri" w:cs="Arial"/>
          <w:sz w:val="22"/>
          <w:szCs w:val="22"/>
        </w:rPr>
        <w:t>Oświadczam/-y, że informacje zawarte w niniejszym formularzu</w:t>
      </w:r>
      <w:r w:rsidRPr="00BD5477">
        <w:rPr>
          <w:rFonts w:ascii="Calibri" w:hAnsi="Calibri" w:cs="Arial"/>
          <w:sz w:val="22"/>
          <w:szCs w:val="22"/>
        </w:rPr>
        <w:t xml:space="preserve"> są zgodne z prawdą.</w:t>
      </w:r>
    </w:p>
    <w:p w:rsidR="004114FE" w:rsidRPr="00447B89" w:rsidRDefault="004114FE" w:rsidP="00447B89">
      <w:pPr>
        <w:numPr>
          <w:ilvl w:val="0"/>
          <w:numId w:val="28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47B89">
        <w:rPr>
          <w:rFonts w:ascii="Calibri" w:hAnsi="Calibri" w:cs="Arial"/>
          <w:sz w:val="22"/>
          <w:szCs w:val="22"/>
        </w:rPr>
        <w:t>Oświadczam/-y, że jestem/-śmy gotowy/-i do wniesienia zabezpieczenia prawidłowej realizacji umowy o udzielenie Grantu (o ile dotyczy).</w:t>
      </w:r>
    </w:p>
    <w:p w:rsidR="004114FE" w:rsidRPr="00447B89" w:rsidRDefault="004114FE" w:rsidP="00447B89">
      <w:pPr>
        <w:numPr>
          <w:ilvl w:val="0"/>
          <w:numId w:val="28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47B89">
        <w:rPr>
          <w:rFonts w:ascii="Calibri" w:hAnsi="Calibri" w:cs="Arial"/>
          <w:sz w:val="22"/>
          <w:szCs w:val="22"/>
        </w:rPr>
        <w:t>Oświadczam/-y, że jestem/-śmy uprawniony/-eni do reprezentowania Wnioskodawcy.</w:t>
      </w:r>
    </w:p>
    <w:p w:rsidR="004114FE" w:rsidRPr="00D80121" w:rsidRDefault="004114FE" w:rsidP="00D80121">
      <w:pPr>
        <w:jc w:val="both"/>
        <w:rPr>
          <w:rFonts w:ascii="Calibri" w:hAnsi="Calibri" w:cs="Arial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090"/>
      </w:tblGrid>
      <w:tr w:rsidR="004114FE" w:rsidRPr="003931A9" w:rsidTr="00D80121">
        <w:trPr>
          <w:jc w:val="center"/>
        </w:trPr>
        <w:tc>
          <w:tcPr>
            <w:tcW w:w="9090" w:type="dxa"/>
            <w:tcBorders>
              <w:top w:val="single" w:sz="4" w:space="0" w:color="auto"/>
              <w:bottom w:val="nil"/>
            </w:tcBorders>
          </w:tcPr>
          <w:p w:rsidR="004114FE" w:rsidRPr="00FF70A1" w:rsidRDefault="004114FE" w:rsidP="00F0110C">
            <w:pPr>
              <w:pStyle w:val="Header"/>
              <w:tabs>
                <w:tab w:val="left" w:pos="708"/>
              </w:tabs>
              <w:spacing w:before="120" w:line="276" w:lineRule="auto"/>
              <w:ind w:left="1"/>
              <w:jc w:val="both"/>
              <w:rPr>
                <w:rFonts w:ascii="Calibri" w:hAnsi="Calibri" w:cs="Arial"/>
              </w:rPr>
            </w:pPr>
            <w:r w:rsidRPr="00FF70A1">
              <w:rPr>
                <w:rFonts w:ascii="Calibri" w:hAnsi="Calibri" w:cs="Arial"/>
                <w:sz w:val="22"/>
                <w:szCs w:val="22"/>
              </w:rPr>
              <w:t>Data wypełnienia wniosku:</w:t>
            </w:r>
          </w:p>
        </w:tc>
      </w:tr>
      <w:tr w:rsidR="004114FE" w:rsidRPr="003931A9" w:rsidTr="00D80121">
        <w:trPr>
          <w:jc w:val="center"/>
        </w:trPr>
        <w:tc>
          <w:tcPr>
            <w:tcW w:w="9090" w:type="dxa"/>
            <w:tcBorders>
              <w:top w:val="single" w:sz="4" w:space="0" w:color="auto"/>
              <w:bottom w:val="single" w:sz="4" w:space="0" w:color="auto"/>
            </w:tcBorders>
          </w:tcPr>
          <w:p w:rsidR="004114FE" w:rsidRPr="00FF70A1" w:rsidRDefault="004114FE" w:rsidP="00F0110C">
            <w:pPr>
              <w:pStyle w:val="Header"/>
              <w:tabs>
                <w:tab w:val="left" w:pos="708"/>
              </w:tabs>
              <w:spacing w:before="120" w:line="276" w:lineRule="auto"/>
              <w:ind w:left="1"/>
              <w:jc w:val="both"/>
              <w:rPr>
                <w:rFonts w:ascii="Calibri" w:hAnsi="Calibri" w:cs="Arial"/>
              </w:rPr>
            </w:pPr>
            <w:r w:rsidRPr="00FF70A1">
              <w:rPr>
                <w:rFonts w:ascii="Calibri" w:hAnsi="Calibri" w:cs="Arial"/>
                <w:sz w:val="22"/>
                <w:szCs w:val="22"/>
              </w:rPr>
              <w:t>Pieczęć i podpis osób uprawnionych do reprezentowania Podmiotu</w:t>
            </w:r>
          </w:p>
          <w:p w:rsidR="004114FE" w:rsidRPr="00FF70A1" w:rsidRDefault="004114FE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  <w:p w:rsidR="004114FE" w:rsidRPr="00FF70A1" w:rsidRDefault="004114FE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  <w:p w:rsidR="004114FE" w:rsidRPr="00FF70A1" w:rsidRDefault="004114FE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4114FE" w:rsidRPr="003931A9" w:rsidRDefault="004114FE" w:rsidP="00F0110C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4114FE" w:rsidRPr="003931A9" w:rsidRDefault="004114FE" w:rsidP="00F0110C">
      <w:pPr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3931A9">
        <w:rPr>
          <w:rFonts w:ascii="Calibri" w:hAnsi="Calibri" w:cs="Arial"/>
          <w:b/>
          <w:sz w:val="22"/>
          <w:szCs w:val="22"/>
          <w:u w:val="single"/>
        </w:rPr>
        <w:t>Załączniki:</w:t>
      </w:r>
    </w:p>
    <w:p w:rsidR="004114FE" w:rsidRPr="005E73FC" w:rsidRDefault="004114FE" w:rsidP="0020614C">
      <w:pPr>
        <w:pStyle w:val="ListParagraph"/>
        <w:numPr>
          <w:ilvl w:val="0"/>
          <w:numId w:val="43"/>
        </w:numPr>
        <w:jc w:val="both"/>
        <w:rPr>
          <w:rFonts w:cs="Arial"/>
        </w:rPr>
      </w:pPr>
      <w:r w:rsidRPr="00654E01">
        <w:rPr>
          <w:rFonts w:cs="Calibri"/>
        </w:rPr>
        <w:t>Oświadczenie o kwalifikowalności VAT</w:t>
      </w:r>
      <w:r>
        <w:rPr>
          <w:rFonts w:cs="Calibri"/>
        </w:rPr>
        <w:t>.</w:t>
      </w:r>
    </w:p>
    <w:p w:rsidR="004114FE" w:rsidRPr="005E73FC" w:rsidRDefault="004114FE" w:rsidP="0020614C">
      <w:pPr>
        <w:pStyle w:val="ListParagraph"/>
        <w:numPr>
          <w:ilvl w:val="0"/>
          <w:numId w:val="43"/>
        </w:numPr>
        <w:jc w:val="both"/>
        <w:rPr>
          <w:rFonts w:cs="Arial"/>
        </w:rPr>
      </w:pPr>
      <w:r w:rsidRPr="00654E01">
        <w:rPr>
          <w:rFonts w:cs="Calibri"/>
        </w:rPr>
        <w:t xml:space="preserve">Oświadczenie o </w:t>
      </w:r>
      <w:r>
        <w:rPr>
          <w:rFonts w:cs="Calibri"/>
        </w:rPr>
        <w:t>niepodleganiu wykluczeniu.</w:t>
      </w:r>
    </w:p>
    <w:p w:rsidR="004114FE" w:rsidRPr="003931A9" w:rsidRDefault="004114FE" w:rsidP="0020614C">
      <w:pPr>
        <w:pStyle w:val="ListParagraph"/>
        <w:numPr>
          <w:ilvl w:val="0"/>
          <w:numId w:val="43"/>
        </w:numPr>
        <w:jc w:val="both"/>
        <w:rPr>
          <w:rFonts w:cs="Arial"/>
        </w:rPr>
      </w:pPr>
      <w:r w:rsidRPr="003931A9">
        <w:rPr>
          <w:rFonts w:cs="Arial"/>
        </w:rPr>
        <w:t>Aktualny odpis z rejestru lub odpowiedniego wyciągu z ewidencji lub inne dokumenty potwierdzające status prawny Wnioskodawcy (nie dotyczy jednostek samorządu terytorialnego).</w:t>
      </w:r>
    </w:p>
    <w:p w:rsidR="004114FE" w:rsidRPr="00954A90" w:rsidRDefault="004114FE" w:rsidP="00954A90">
      <w:pPr>
        <w:pStyle w:val="ListParagraph"/>
        <w:numPr>
          <w:ilvl w:val="0"/>
          <w:numId w:val="43"/>
        </w:numPr>
        <w:jc w:val="both"/>
        <w:rPr>
          <w:rFonts w:cs="Arial"/>
        </w:rPr>
      </w:pPr>
      <w:r w:rsidRPr="003931A9">
        <w:t>Pełnomocnictwo do reprezentowania Podmiotu – o ile dotyczy.</w:t>
      </w:r>
    </w:p>
    <w:p w:rsidR="004114FE" w:rsidRPr="00447B89" w:rsidRDefault="004114FE" w:rsidP="0020614C">
      <w:pPr>
        <w:pStyle w:val="ListParagraph"/>
        <w:numPr>
          <w:ilvl w:val="0"/>
          <w:numId w:val="43"/>
        </w:numPr>
        <w:jc w:val="both"/>
        <w:rPr>
          <w:rFonts w:cs="Arial"/>
        </w:rPr>
      </w:pPr>
      <w:r w:rsidRPr="003931A9">
        <w:rPr>
          <w:rFonts w:cs="Arial"/>
        </w:rPr>
        <w:t>Inne ……………………………………………………………………………………………</w:t>
      </w:r>
    </w:p>
    <w:sectPr w:rsidR="004114FE" w:rsidRPr="00447B89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4FE" w:rsidRDefault="004114FE" w:rsidP="00900AB4">
      <w:r>
        <w:separator/>
      </w:r>
    </w:p>
  </w:endnote>
  <w:endnote w:type="continuationSeparator" w:id="0">
    <w:p w:rsidR="004114FE" w:rsidRDefault="004114FE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FE" w:rsidRPr="009540FE" w:rsidRDefault="004114FE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6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4114FE" w:rsidRDefault="004114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4FE" w:rsidRDefault="004114FE" w:rsidP="00900AB4">
      <w:r>
        <w:separator/>
      </w:r>
    </w:p>
  </w:footnote>
  <w:footnote w:type="continuationSeparator" w:id="0">
    <w:p w:rsidR="004114FE" w:rsidRDefault="004114FE" w:rsidP="00900AB4">
      <w:r>
        <w:continuationSeparator/>
      </w:r>
    </w:p>
  </w:footnote>
  <w:footnote w:id="1">
    <w:p w:rsidR="004114FE" w:rsidRDefault="004114FE">
      <w:pPr>
        <w:pStyle w:val="FootnoteText"/>
      </w:pPr>
      <w:r w:rsidRPr="001B21BD">
        <w:rPr>
          <w:rStyle w:val="FootnoteReference"/>
          <w:sz w:val="18"/>
          <w:szCs w:val="18"/>
        </w:rPr>
        <w:footnoteRef/>
      </w:r>
      <w:r w:rsidRPr="001B21BD">
        <w:rPr>
          <w:sz w:val="18"/>
          <w:szCs w:val="18"/>
        </w:rPr>
        <w:t xml:space="preserve"> W prz</w:t>
      </w:r>
      <w:r>
        <w:rPr>
          <w:sz w:val="18"/>
          <w:szCs w:val="18"/>
        </w:rPr>
        <w:t>ypadku gdy Wniosek obejmuje jed</w:t>
      </w:r>
      <w:r w:rsidRPr="001B21BD">
        <w:rPr>
          <w:sz w:val="18"/>
          <w:szCs w:val="18"/>
        </w:rPr>
        <w:t>e</w:t>
      </w:r>
      <w:r>
        <w:rPr>
          <w:sz w:val="18"/>
          <w:szCs w:val="18"/>
        </w:rPr>
        <w:t>n</w:t>
      </w:r>
      <w:r w:rsidRPr="001B21BD">
        <w:rPr>
          <w:sz w:val="18"/>
          <w:szCs w:val="18"/>
        </w:rPr>
        <w:t xml:space="preserve"> </w:t>
      </w:r>
      <w:r>
        <w:rPr>
          <w:sz w:val="18"/>
          <w:szCs w:val="18"/>
        </w:rPr>
        <w:t>DPS</w:t>
      </w:r>
      <w:r w:rsidRPr="001B21BD">
        <w:rPr>
          <w:sz w:val="18"/>
          <w:szCs w:val="18"/>
        </w:rPr>
        <w:t>, należy usunąć tabelę. W przypadku gdy podmiot wnioskujący jest organem p</w:t>
      </w:r>
      <w:r>
        <w:rPr>
          <w:sz w:val="18"/>
          <w:szCs w:val="18"/>
        </w:rPr>
        <w:t xml:space="preserve">rowadzącym dla większej liczby DPS </w:t>
      </w:r>
      <w:r w:rsidRPr="001B21BD">
        <w:rPr>
          <w:sz w:val="18"/>
          <w:szCs w:val="18"/>
        </w:rPr>
        <w:t>– należy multiplikować tabelę.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FE" w:rsidRDefault="004114FE" w:rsidP="00900AB4">
    <w:pPr>
      <w:jc w:val="center"/>
    </w:pPr>
    <w:r w:rsidRPr="00C96A3C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2.7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4114FE" w:rsidRDefault="004114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15829A1"/>
    <w:multiLevelType w:val="hybridMultilevel"/>
    <w:tmpl w:val="8C66A2C2"/>
    <w:lvl w:ilvl="0" w:tplc="96920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81C25"/>
    <w:multiLevelType w:val="hybridMultilevel"/>
    <w:tmpl w:val="B764F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9E7F8F"/>
    <w:multiLevelType w:val="hybridMultilevel"/>
    <w:tmpl w:val="0BF0640C"/>
    <w:lvl w:ilvl="0" w:tplc="8E76C1E2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B3E5D"/>
    <w:multiLevelType w:val="hybridMultilevel"/>
    <w:tmpl w:val="938863FE"/>
    <w:lvl w:ilvl="0" w:tplc="FD789EAC">
      <w:start w:val="1"/>
      <w:numFmt w:val="decimal"/>
      <w:lvlText w:val="%1)"/>
      <w:lvlJc w:val="left"/>
      <w:pPr>
        <w:ind w:left="360" w:hanging="360"/>
      </w:pPr>
      <w:rPr>
        <w:rFonts w:cs="Times New Roman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9003E69"/>
    <w:multiLevelType w:val="hybridMultilevel"/>
    <w:tmpl w:val="E1A661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2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4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63A3D99"/>
    <w:multiLevelType w:val="hybridMultilevel"/>
    <w:tmpl w:val="56B6DC46"/>
    <w:lvl w:ilvl="0" w:tplc="1D4E8610">
      <w:start w:val="1"/>
      <w:numFmt w:val="decimal"/>
      <w:lvlText w:val="%1)"/>
      <w:lvlJc w:val="left"/>
      <w:pPr>
        <w:ind w:left="36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8394696"/>
    <w:multiLevelType w:val="hybridMultilevel"/>
    <w:tmpl w:val="67AA5578"/>
    <w:lvl w:ilvl="0" w:tplc="AD0065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C742405"/>
    <w:multiLevelType w:val="hybridMultilevel"/>
    <w:tmpl w:val="F40E69F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EF51E2D"/>
    <w:multiLevelType w:val="hybridMultilevel"/>
    <w:tmpl w:val="996C39D0"/>
    <w:lvl w:ilvl="0" w:tplc="6394BF4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943735D"/>
    <w:multiLevelType w:val="hybridMultilevel"/>
    <w:tmpl w:val="E6FE6620"/>
    <w:lvl w:ilvl="0" w:tplc="B2F29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C32155"/>
    <w:multiLevelType w:val="hybridMultilevel"/>
    <w:tmpl w:val="91FE3244"/>
    <w:lvl w:ilvl="0" w:tplc="E3082CC8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6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8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5D65B4"/>
    <w:multiLevelType w:val="hybridMultilevel"/>
    <w:tmpl w:val="E6FE6620"/>
    <w:lvl w:ilvl="0" w:tplc="B2F29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2538CB"/>
    <w:multiLevelType w:val="hybridMultilevel"/>
    <w:tmpl w:val="0B3AEDD2"/>
    <w:lvl w:ilvl="0" w:tplc="969200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E85A04"/>
    <w:multiLevelType w:val="hybridMultilevel"/>
    <w:tmpl w:val="294C9A12"/>
    <w:lvl w:ilvl="0" w:tplc="FD789EAC">
      <w:start w:val="1"/>
      <w:numFmt w:val="decimal"/>
      <w:lvlText w:val="%1)"/>
      <w:lvlJc w:val="left"/>
      <w:pPr>
        <w:ind w:left="360" w:hanging="360"/>
      </w:pPr>
      <w:rPr>
        <w:rFonts w:cs="Times New Roman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597850"/>
    <w:multiLevelType w:val="hybridMultilevel"/>
    <w:tmpl w:val="E0E65EE0"/>
    <w:lvl w:ilvl="0" w:tplc="AD0065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CAA05B5"/>
    <w:multiLevelType w:val="hybridMultilevel"/>
    <w:tmpl w:val="B764F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17906D7"/>
    <w:multiLevelType w:val="hybridMultilevel"/>
    <w:tmpl w:val="A20048A4"/>
    <w:lvl w:ilvl="0" w:tplc="6394BF4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2CF0595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38054EA"/>
    <w:multiLevelType w:val="multilevel"/>
    <w:tmpl w:val="E6FE6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>
    <w:nsid w:val="788E2FD7"/>
    <w:multiLevelType w:val="hybridMultilevel"/>
    <w:tmpl w:val="FA50838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4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4"/>
  </w:num>
  <w:num w:numId="5">
    <w:abstractNumId w:val="12"/>
  </w:num>
  <w:num w:numId="6">
    <w:abstractNumId w:val="28"/>
  </w:num>
  <w:num w:numId="7">
    <w:abstractNumId w:val="0"/>
  </w:num>
  <w:num w:numId="8">
    <w:abstractNumId w:val="6"/>
  </w:num>
  <w:num w:numId="9">
    <w:abstractNumId w:val="29"/>
  </w:num>
  <w:num w:numId="10">
    <w:abstractNumId w:val="11"/>
  </w:num>
  <w:num w:numId="11">
    <w:abstractNumId w:val="43"/>
  </w:num>
  <w:num w:numId="12">
    <w:abstractNumId w:val="44"/>
  </w:num>
  <w:num w:numId="13">
    <w:abstractNumId w:val="3"/>
  </w:num>
  <w:num w:numId="14">
    <w:abstractNumId w:val="23"/>
  </w:num>
  <w:num w:numId="15">
    <w:abstractNumId w:val="14"/>
  </w:num>
  <w:num w:numId="16">
    <w:abstractNumId w:val="7"/>
  </w:num>
  <w:num w:numId="17">
    <w:abstractNumId w:val="33"/>
  </w:num>
  <w:num w:numId="18">
    <w:abstractNumId w:val="32"/>
  </w:num>
  <w:num w:numId="19">
    <w:abstractNumId w:val="21"/>
  </w:num>
  <w:num w:numId="20">
    <w:abstractNumId w:val="26"/>
  </w:num>
  <w:num w:numId="21">
    <w:abstractNumId w:val="15"/>
  </w:num>
  <w:num w:numId="22">
    <w:abstractNumId w:val="25"/>
  </w:num>
  <w:num w:numId="23">
    <w:abstractNumId w:val="16"/>
  </w:num>
  <w:num w:numId="24">
    <w:abstractNumId w:val="30"/>
  </w:num>
  <w:num w:numId="25">
    <w:abstractNumId w:val="9"/>
  </w:num>
  <w:num w:numId="26">
    <w:abstractNumId w:val="41"/>
  </w:num>
  <w:num w:numId="27">
    <w:abstractNumId w:val="3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"/>
  </w:num>
  <w:num w:numId="31">
    <w:abstractNumId w:val="38"/>
  </w:num>
  <w:num w:numId="32">
    <w:abstractNumId w:val="42"/>
  </w:num>
  <w:num w:numId="33">
    <w:abstractNumId w:val="5"/>
  </w:num>
  <w:num w:numId="34">
    <w:abstractNumId w:val="1"/>
  </w:num>
  <w:num w:numId="35">
    <w:abstractNumId w:val="17"/>
  </w:num>
  <w:num w:numId="36">
    <w:abstractNumId w:val="35"/>
  </w:num>
  <w:num w:numId="37">
    <w:abstractNumId w:val="34"/>
  </w:num>
  <w:num w:numId="38">
    <w:abstractNumId w:val="39"/>
  </w:num>
  <w:num w:numId="39">
    <w:abstractNumId w:val="24"/>
  </w:num>
  <w:num w:numId="40">
    <w:abstractNumId w:val="18"/>
  </w:num>
  <w:num w:numId="41">
    <w:abstractNumId w:val="19"/>
  </w:num>
  <w:num w:numId="42">
    <w:abstractNumId w:val="37"/>
  </w:num>
  <w:num w:numId="43">
    <w:abstractNumId w:val="10"/>
  </w:num>
  <w:num w:numId="44">
    <w:abstractNumId w:val="8"/>
  </w:num>
  <w:num w:numId="45">
    <w:abstractNumId w:val="20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01D5F"/>
    <w:rsid w:val="00013A1E"/>
    <w:rsid w:val="00013A90"/>
    <w:rsid w:val="00016E19"/>
    <w:rsid w:val="00022A4E"/>
    <w:rsid w:val="000610B1"/>
    <w:rsid w:val="000726F1"/>
    <w:rsid w:val="000735E7"/>
    <w:rsid w:val="000B1D2D"/>
    <w:rsid w:val="000B37D2"/>
    <w:rsid w:val="000C0DC4"/>
    <w:rsid w:val="000C18F2"/>
    <w:rsid w:val="000E0244"/>
    <w:rsid w:val="000E5CC3"/>
    <w:rsid w:val="000E79F4"/>
    <w:rsid w:val="000E7E95"/>
    <w:rsid w:val="0010283F"/>
    <w:rsid w:val="00102C7E"/>
    <w:rsid w:val="001179E9"/>
    <w:rsid w:val="00125128"/>
    <w:rsid w:val="00156046"/>
    <w:rsid w:val="0015730D"/>
    <w:rsid w:val="00187656"/>
    <w:rsid w:val="001A3894"/>
    <w:rsid w:val="001B21BD"/>
    <w:rsid w:val="001B53D1"/>
    <w:rsid w:val="001C15B0"/>
    <w:rsid w:val="001E26CC"/>
    <w:rsid w:val="001F2034"/>
    <w:rsid w:val="001F28B7"/>
    <w:rsid w:val="00202F7F"/>
    <w:rsid w:val="0020614C"/>
    <w:rsid w:val="002109C0"/>
    <w:rsid w:val="00212EDE"/>
    <w:rsid w:val="00215D3A"/>
    <w:rsid w:val="00221534"/>
    <w:rsid w:val="002233A9"/>
    <w:rsid w:val="00231EF3"/>
    <w:rsid w:val="00243517"/>
    <w:rsid w:val="00247A14"/>
    <w:rsid w:val="00256248"/>
    <w:rsid w:val="002765FC"/>
    <w:rsid w:val="00293E4B"/>
    <w:rsid w:val="002952F6"/>
    <w:rsid w:val="00296797"/>
    <w:rsid w:val="002B2EF0"/>
    <w:rsid w:val="002C6D79"/>
    <w:rsid w:val="002F2985"/>
    <w:rsid w:val="002F431D"/>
    <w:rsid w:val="00305B51"/>
    <w:rsid w:val="00333E8B"/>
    <w:rsid w:val="00373789"/>
    <w:rsid w:val="003759F3"/>
    <w:rsid w:val="0037765D"/>
    <w:rsid w:val="00390BBD"/>
    <w:rsid w:val="00390C3E"/>
    <w:rsid w:val="003931A9"/>
    <w:rsid w:val="003A4616"/>
    <w:rsid w:val="003A71B2"/>
    <w:rsid w:val="003B0B80"/>
    <w:rsid w:val="003C4B14"/>
    <w:rsid w:val="003C7105"/>
    <w:rsid w:val="003D4A51"/>
    <w:rsid w:val="003E257E"/>
    <w:rsid w:val="003F2714"/>
    <w:rsid w:val="003F6CCE"/>
    <w:rsid w:val="004114FE"/>
    <w:rsid w:val="004127B9"/>
    <w:rsid w:val="0042570D"/>
    <w:rsid w:val="0043352C"/>
    <w:rsid w:val="00434054"/>
    <w:rsid w:val="0044133C"/>
    <w:rsid w:val="00444A97"/>
    <w:rsid w:val="00447B89"/>
    <w:rsid w:val="00451315"/>
    <w:rsid w:val="00464766"/>
    <w:rsid w:val="00466822"/>
    <w:rsid w:val="00470215"/>
    <w:rsid w:val="00476CE8"/>
    <w:rsid w:val="0048615D"/>
    <w:rsid w:val="00492F97"/>
    <w:rsid w:val="00493C0C"/>
    <w:rsid w:val="004A0389"/>
    <w:rsid w:val="004A143F"/>
    <w:rsid w:val="004A5AEB"/>
    <w:rsid w:val="004B46CF"/>
    <w:rsid w:val="004C0878"/>
    <w:rsid w:val="004C15AE"/>
    <w:rsid w:val="004D2AED"/>
    <w:rsid w:val="004E04BB"/>
    <w:rsid w:val="004E4801"/>
    <w:rsid w:val="0053764E"/>
    <w:rsid w:val="00542538"/>
    <w:rsid w:val="00542AE5"/>
    <w:rsid w:val="00564E4C"/>
    <w:rsid w:val="00565AC7"/>
    <w:rsid w:val="00567A97"/>
    <w:rsid w:val="005B39DC"/>
    <w:rsid w:val="005C4FF3"/>
    <w:rsid w:val="005E294C"/>
    <w:rsid w:val="005E73FC"/>
    <w:rsid w:val="005F6F8D"/>
    <w:rsid w:val="00601E25"/>
    <w:rsid w:val="00620BEF"/>
    <w:rsid w:val="00631C24"/>
    <w:rsid w:val="00632DBC"/>
    <w:rsid w:val="00654E01"/>
    <w:rsid w:val="00665B7C"/>
    <w:rsid w:val="00673D5A"/>
    <w:rsid w:val="00691A11"/>
    <w:rsid w:val="00693CE1"/>
    <w:rsid w:val="006A3099"/>
    <w:rsid w:val="006A44F1"/>
    <w:rsid w:val="006B12FC"/>
    <w:rsid w:val="006F1D91"/>
    <w:rsid w:val="006F2B76"/>
    <w:rsid w:val="006F699A"/>
    <w:rsid w:val="00705E9B"/>
    <w:rsid w:val="00707629"/>
    <w:rsid w:val="007323F5"/>
    <w:rsid w:val="0074608F"/>
    <w:rsid w:val="0075012D"/>
    <w:rsid w:val="00754A76"/>
    <w:rsid w:val="00767E60"/>
    <w:rsid w:val="007736F2"/>
    <w:rsid w:val="00780BCD"/>
    <w:rsid w:val="007D099B"/>
    <w:rsid w:val="0080386E"/>
    <w:rsid w:val="00815ADC"/>
    <w:rsid w:val="00817229"/>
    <w:rsid w:val="00840136"/>
    <w:rsid w:val="008431B8"/>
    <w:rsid w:val="008521BA"/>
    <w:rsid w:val="00852FAA"/>
    <w:rsid w:val="00857E22"/>
    <w:rsid w:val="008660FA"/>
    <w:rsid w:val="00875254"/>
    <w:rsid w:val="008872C6"/>
    <w:rsid w:val="008964F3"/>
    <w:rsid w:val="008A088B"/>
    <w:rsid w:val="008A139B"/>
    <w:rsid w:val="008A236C"/>
    <w:rsid w:val="008E37EE"/>
    <w:rsid w:val="008E7783"/>
    <w:rsid w:val="00900AB4"/>
    <w:rsid w:val="00906A94"/>
    <w:rsid w:val="00916757"/>
    <w:rsid w:val="009205F4"/>
    <w:rsid w:val="00940641"/>
    <w:rsid w:val="00940D60"/>
    <w:rsid w:val="009540FE"/>
    <w:rsid w:val="00954A90"/>
    <w:rsid w:val="00966F8C"/>
    <w:rsid w:val="00970DAD"/>
    <w:rsid w:val="00993336"/>
    <w:rsid w:val="00994D93"/>
    <w:rsid w:val="00997ACE"/>
    <w:rsid w:val="009A2D13"/>
    <w:rsid w:val="009A3932"/>
    <w:rsid w:val="009A4468"/>
    <w:rsid w:val="009A610D"/>
    <w:rsid w:val="009B5163"/>
    <w:rsid w:val="009C4242"/>
    <w:rsid w:val="009D0A18"/>
    <w:rsid w:val="009E63D0"/>
    <w:rsid w:val="00A016CC"/>
    <w:rsid w:val="00A06013"/>
    <w:rsid w:val="00A176DB"/>
    <w:rsid w:val="00A2219E"/>
    <w:rsid w:val="00A57F2F"/>
    <w:rsid w:val="00A6022A"/>
    <w:rsid w:val="00A65DF9"/>
    <w:rsid w:val="00A666AC"/>
    <w:rsid w:val="00A77F3E"/>
    <w:rsid w:val="00A82117"/>
    <w:rsid w:val="00A86F61"/>
    <w:rsid w:val="00A87343"/>
    <w:rsid w:val="00AA4043"/>
    <w:rsid w:val="00AC5AEC"/>
    <w:rsid w:val="00AD77F2"/>
    <w:rsid w:val="00AE4886"/>
    <w:rsid w:val="00AF04BA"/>
    <w:rsid w:val="00AF0D94"/>
    <w:rsid w:val="00AF2736"/>
    <w:rsid w:val="00B400AD"/>
    <w:rsid w:val="00B45F8E"/>
    <w:rsid w:val="00B668BD"/>
    <w:rsid w:val="00B977EC"/>
    <w:rsid w:val="00BA3546"/>
    <w:rsid w:val="00BB4F3C"/>
    <w:rsid w:val="00BD5477"/>
    <w:rsid w:val="00BE1147"/>
    <w:rsid w:val="00BE679B"/>
    <w:rsid w:val="00BF793C"/>
    <w:rsid w:val="00C1164F"/>
    <w:rsid w:val="00C40F9F"/>
    <w:rsid w:val="00C81E92"/>
    <w:rsid w:val="00C840ED"/>
    <w:rsid w:val="00C85079"/>
    <w:rsid w:val="00C91C9F"/>
    <w:rsid w:val="00C96A3C"/>
    <w:rsid w:val="00CA5394"/>
    <w:rsid w:val="00CA5908"/>
    <w:rsid w:val="00CA6F3D"/>
    <w:rsid w:val="00CB2DE6"/>
    <w:rsid w:val="00CB4669"/>
    <w:rsid w:val="00CC29D0"/>
    <w:rsid w:val="00CC2A67"/>
    <w:rsid w:val="00CD1838"/>
    <w:rsid w:val="00CD4F0F"/>
    <w:rsid w:val="00CE4AF4"/>
    <w:rsid w:val="00CF4215"/>
    <w:rsid w:val="00CF7110"/>
    <w:rsid w:val="00D34FDF"/>
    <w:rsid w:val="00D37C45"/>
    <w:rsid w:val="00D80121"/>
    <w:rsid w:val="00DA19A8"/>
    <w:rsid w:val="00DA27D6"/>
    <w:rsid w:val="00DA55A5"/>
    <w:rsid w:val="00E22D51"/>
    <w:rsid w:val="00E337D6"/>
    <w:rsid w:val="00E47277"/>
    <w:rsid w:val="00E55B7A"/>
    <w:rsid w:val="00E81087"/>
    <w:rsid w:val="00E869DF"/>
    <w:rsid w:val="00EA45D9"/>
    <w:rsid w:val="00EB0276"/>
    <w:rsid w:val="00EB18A7"/>
    <w:rsid w:val="00EB728E"/>
    <w:rsid w:val="00ED2D17"/>
    <w:rsid w:val="00ED798A"/>
    <w:rsid w:val="00EE2D9A"/>
    <w:rsid w:val="00EF3FD3"/>
    <w:rsid w:val="00F0110C"/>
    <w:rsid w:val="00F166FE"/>
    <w:rsid w:val="00F17803"/>
    <w:rsid w:val="00F17A0E"/>
    <w:rsid w:val="00F20A18"/>
    <w:rsid w:val="00F41CDD"/>
    <w:rsid w:val="00F456EC"/>
    <w:rsid w:val="00F50F70"/>
    <w:rsid w:val="00F52A1B"/>
    <w:rsid w:val="00F5664F"/>
    <w:rsid w:val="00F56FDF"/>
    <w:rsid w:val="00F77535"/>
    <w:rsid w:val="00F91FFD"/>
    <w:rsid w:val="00FA0E2D"/>
    <w:rsid w:val="00FB35F0"/>
    <w:rsid w:val="00FB50E0"/>
    <w:rsid w:val="00FC66D8"/>
    <w:rsid w:val="00FC7829"/>
    <w:rsid w:val="00FD4BB6"/>
    <w:rsid w:val="00FE4D1B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lang w:val="en-US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rFonts w:eastAsia="Calibri"/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eastAsia="Calibri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imes New Roman"/>
      <w:sz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</w:rPr>
  </w:style>
  <w:style w:type="table" w:styleId="TableGrid">
    <w:name w:val="Table Grid"/>
    <w:basedOn w:val="TableNormal"/>
    <w:uiPriority w:val="99"/>
    <w:rsid w:val="003931A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80121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D80121"/>
    <w:pPr>
      <w:spacing w:after="120"/>
      <w:ind w:left="283"/>
    </w:pPr>
    <w:rPr>
      <w:rFonts w:ascii="Times New Roman" w:eastAsia="Calibri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80121"/>
    <w:rPr>
      <w:rFonts w:ascii="Times New Roman" w:hAnsi="Times New Roman" w:cs="Times New Roman"/>
      <w:sz w:val="24"/>
      <w:lang w:eastAsia="pl-PL"/>
    </w:rPr>
  </w:style>
  <w:style w:type="character" w:customStyle="1" w:styleId="EmailStyle40">
    <w:name w:val="EmailStyle40"/>
    <w:uiPriority w:val="99"/>
    <w:semiHidden/>
    <w:rsid w:val="00434054"/>
    <w:rPr>
      <w:rFonts w:ascii="Arial" w:hAnsi="Arial"/>
      <w:color w:val="auto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963</Words>
  <Characters>5784</Characters>
  <Application>Microsoft Office Outlook</Application>
  <DocSecurity>0</DocSecurity>
  <Lines>0</Lines>
  <Paragraphs>0</Paragraphs>
  <ScaleCrop>false</ScaleCrop>
  <Company>MRR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4</cp:revision>
  <cp:lastPrinted>2020-10-23T10:40:00Z</cp:lastPrinted>
  <dcterms:created xsi:type="dcterms:W3CDTF">2020-10-23T09:58:00Z</dcterms:created>
  <dcterms:modified xsi:type="dcterms:W3CDTF">2020-10-23T10:40:00Z</dcterms:modified>
</cp:coreProperties>
</file>